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C8BCE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3D4DF0">
        <w:rPr>
          <w:rFonts w:ascii="Times New Roman" w:hAnsi="Times New Roman"/>
          <w:b/>
          <w:bCs/>
          <w:sz w:val="24"/>
          <w:szCs w:val="24"/>
        </w:rPr>
        <w:tab/>
      </w:r>
      <w:r w:rsidRPr="003D4DF0">
        <w:rPr>
          <w:rFonts w:ascii="Times New Roman" w:hAnsi="Times New Roman"/>
          <w:b/>
          <w:bCs/>
          <w:sz w:val="24"/>
          <w:szCs w:val="24"/>
        </w:rPr>
        <w:tab/>
      </w:r>
      <w:r w:rsidRPr="003D4DF0">
        <w:rPr>
          <w:rFonts w:ascii="Times New Roman" w:hAnsi="Times New Roman"/>
          <w:b/>
          <w:bCs/>
          <w:sz w:val="24"/>
          <w:szCs w:val="24"/>
        </w:rPr>
        <w:tab/>
      </w:r>
      <w:r w:rsidRPr="003D4DF0">
        <w:rPr>
          <w:rFonts w:ascii="Times New Roman" w:hAnsi="Times New Roman"/>
          <w:b/>
          <w:bCs/>
          <w:sz w:val="24"/>
          <w:szCs w:val="24"/>
        </w:rPr>
        <w:tab/>
      </w:r>
      <w:r w:rsidRPr="003D4DF0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D4DF0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3D4DF0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3D4DF0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3D4DF0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Pr="003D4DF0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3D4DF0">
        <w:rPr>
          <w:rFonts w:ascii="Times New Roman" w:hAnsi="Times New Roman"/>
          <w:bCs/>
          <w:i/>
          <w:sz w:val="24"/>
          <w:szCs w:val="24"/>
        </w:rPr>
        <w:t>12/2019</w:t>
      </w:r>
    </w:p>
    <w:p w14:paraId="0F0C37E7" w14:textId="77777777" w:rsidR="008732E0" w:rsidRPr="003D4DF0" w:rsidRDefault="008732E0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62C95921" w14:textId="77777777" w:rsidR="0085747A" w:rsidRPr="003D4DF0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D4DF0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16D3A60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D4DF0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A54F5" w:rsidRPr="00D16E0A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36656A97" w14:textId="77777777" w:rsidR="008732E0" w:rsidRPr="003D4DF0" w:rsidRDefault="008732E0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6BB6E40A" w14:textId="77777777" w:rsidR="00445970" w:rsidRPr="003D4DF0" w:rsidRDefault="008732E0" w:rsidP="008732E0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A54F5" w:rsidRPr="003D4DF0">
        <w:rPr>
          <w:rFonts w:ascii="Times New Roman" w:hAnsi="Times New Roman"/>
          <w:sz w:val="24"/>
          <w:szCs w:val="24"/>
        </w:rPr>
        <w:t>202</w:t>
      </w:r>
      <w:r w:rsidR="000126CA" w:rsidRPr="003D4DF0">
        <w:rPr>
          <w:rFonts w:ascii="Times New Roman" w:hAnsi="Times New Roman"/>
          <w:sz w:val="24"/>
          <w:szCs w:val="24"/>
        </w:rPr>
        <w:t>3</w:t>
      </w:r>
      <w:r w:rsidR="008A54F5" w:rsidRPr="003D4DF0">
        <w:rPr>
          <w:rFonts w:ascii="Times New Roman" w:hAnsi="Times New Roman"/>
          <w:sz w:val="24"/>
          <w:szCs w:val="24"/>
        </w:rPr>
        <w:t>-202</w:t>
      </w:r>
      <w:r w:rsidR="000126CA" w:rsidRPr="003D4DF0">
        <w:rPr>
          <w:rFonts w:ascii="Times New Roman" w:hAnsi="Times New Roman"/>
          <w:sz w:val="24"/>
          <w:szCs w:val="24"/>
        </w:rPr>
        <w:t>4</w:t>
      </w:r>
    </w:p>
    <w:p w14:paraId="625754E2" w14:textId="77777777" w:rsidR="0085747A" w:rsidRPr="003D4DF0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6048AE" w14:textId="77777777" w:rsidR="0085747A" w:rsidRPr="003D4DF0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3D4DF0">
        <w:rPr>
          <w:szCs w:val="24"/>
        </w:rPr>
        <w:t xml:space="preserve">1. </w:t>
      </w:r>
      <w:r w:rsidR="0085747A" w:rsidRPr="003D4DF0">
        <w:rPr>
          <w:szCs w:val="24"/>
        </w:rPr>
        <w:t xml:space="preserve">Podstawowe </w:t>
      </w:r>
      <w:r w:rsidR="00445970" w:rsidRPr="003D4DF0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4DF0" w14:paraId="6232F1C7" w14:textId="77777777" w:rsidTr="00855D9F">
        <w:tc>
          <w:tcPr>
            <w:tcW w:w="2694" w:type="dxa"/>
            <w:vAlign w:val="center"/>
          </w:tcPr>
          <w:p w14:paraId="47D1083D" w14:textId="77777777" w:rsidR="0085747A" w:rsidRPr="003D4D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35DB83" w14:textId="77777777" w:rsidR="0085747A" w:rsidRPr="00CE2575" w:rsidRDefault="00AE6973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CE2575">
              <w:rPr>
                <w:bCs/>
                <w:sz w:val="24"/>
                <w:szCs w:val="24"/>
              </w:rPr>
              <w:t>Historia psychologii</w:t>
            </w:r>
          </w:p>
        </w:tc>
      </w:tr>
      <w:tr w:rsidR="0085747A" w:rsidRPr="003D4DF0" w14:paraId="24E94D0A" w14:textId="77777777" w:rsidTr="00855D9F">
        <w:tc>
          <w:tcPr>
            <w:tcW w:w="2694" w:type="dxa"/>
            <w:vAlign w:val="center"/>
          </w:tcPr>
          <w:p w14:paraId="57723A2E" w14:textId="77777777" w:rsidR="0085747A" w:rsidRPr="003D4D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Kod przedmiotu</w:t>
            </w:r>
            <w:r w:rsidR="0085747A" w:rsidRPr="003D4DF0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2EDD36" w14:textId="77777777" w:rsidR="0085747A" w:rsidRPr="003D4DF0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3D4DF0" w14:paraId="20C37A2C" w14:textId="77777777" w:rsidTr="00855D9F">
        <w:tc>
          <w:tcPr>
            <w:tcW w:w="2694" w:type="dxa"/>
            <w:vAlign w:val="center"/>
          </w:tcPr>
          <w:p w14:paraId="253D4C1B" w14:textId="77777777" w:rsidR="0085747A" w:rsidRPr="003D4DF0" w:rsidRDefault="008732E0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3D4DF0">
              <w:rPr>
                <w:sz w:val="24"/>
                <w:szCs w:val="24"/>
              </w:rPr>
              <w:t>azwa</w:t>
            </w:r>
            <w:r w:rsidR="00C05F44" w:rsidRPr="003D4DF0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9D689F" w14:textId="77777777" w:rsidR="0085747A" w:rsidRPr="003D4DF0" w:rsidRDefault="00855D9F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5D9F" w:rsidRPr="003D4DF0" w14:paraId="1CFBF3FB" w14:textId="77777777" w:rsidTr="00855D9F">
        <w:tc>
          <w:tcPr>
            <w:tcW w:w="2694" w:type="dxa"/>
            <w:vAlign w:val="center"/>
          </w:tcPr>
          <w:p w14:paraId="0632BEBB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CBD01E" w14:textId="77777777" w:rsidR="00855D9F" w:rsidRPr="003D4DF0" w:rsidRDefault="005D27AC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5D9F" w:rsidRPr="003D4DF0" w14:paraId="536A6DB5" w14:textId="77777777" w:rsidTr="00855D9F">
        <w:tc>
          <w:tcPr>
            <w:tcW w:w="2694" w:type="dxa"/>
            <w:vAlign w:val="center"/>
          </w:tcPr>
          <w:p w14:paraId="08CB98F0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B6DDDF" w14:textId="77777777" w:rsidR="00855D9F" w:rsidRPr="003D4DF0" w:rsidRDefault="00CE2575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3D4DF0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5D9F" w:rsidRPr="003D4DF0" w14:paraId="51DFE9DF" w14:textId="77777777" w:rsidTr="00855D9F">
        <w:tc>
          <w:tcPr>
            <w:tcW w:w="2694" w:type="dxa"/>
            <w:vAlign w:val="center"/>
          </w:tcPr>
          <w:p w14:paraId="34FF8D59" w14:textId="77777777" w:rsidR="00855D9F" w:rsidRPr="003D4DF0" w:rsidRDefault="00855D9F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DE6BF1" w14:textId="77777777" w:rsidR="00855D9F" w:rsidRPr="003D4DF0" w:rsidRDefault="00E92352" w:rsidP="0046431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4315" w:rsidRPr="003D4DF0">
              <w:rPr>
                <w:b w:val="0"/>
                <w:sz w:val="24"/>
                <w:szCs w:val="24"/>
              </w:rPr>
              <w:t>tudia jednolite magisterskie</w:t>
            </w:r>
          </w:p>
        </w:tc>
      </w:tr>
      <w:tr w:rsidR="00855D9F" w:rsidRPr="003D4DF0" w14:paraId="0CF80047" w14:textId="77777777" w:rsidTr="00855D9F">
        <w:tc>
          <w:tcPr>
            <w:tcW w:w="2694" w:type="dxa"/>
            <w:vAlign w:val="center"/>
          </w:tcPr>
          <w:p w14:paraId="161BEA61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FB40F6" w14:textId="77777777" w:rsidR="00855D9F" w:rsidRPr="003D4DF0" w:rsidRDefault="00E92352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3D4DF0">
              <w:rPr>
                <w:b w:val="0"/>
                <w:sz w:val="24"/>
                <w:szCs w:val="24"/>
              </w:rPr>
              <w:t>raktyczny</w:t>
            </w:r>
          </w:p>
        </w:tc>
      </w:tr>
      <w:tr w:rsidR="00855D9F" w:rsidRPr="003D4DF0" w14:paraId="1BE7602C" w14:textId="77777777" w:rsidTr="00855D9F">
        <w:tc>
          <w:tcPr>
            <w:tcW w:w="2694" w:type="dxa"/>
            <w:vAlign w:val="center"/>
          </w:tcPr>
          <w:p w14:paraId="212F4E48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DAD342" w14:textId="77777777" w:rsidR="00855D9F" w:rsidRPr="003D4DF0" w:rsidRDefault="00E92352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55D9F" w:rsidRPr="003D4DF0">
              <w:rPr>
                <w:b w:val="0"/>
                <w:sz w:val="24"/>
                <w:szCs w:val="24"/>
              </w:rPr>
              <w:t>tacjonarne</w:t>
            </w:r>
          </w:p>
        </w:tc>
      </w:tr>
      <w:tr w:rsidR="00855D9F" w:rsidRPr="003D4DF0" w14:paraId="403D0F1C" w14:textId="77777777" w:rsidTr="00855D9F">
        <w:tc>
          <w:tcPr>
            <w:tcW w:w="2694" w:type="dxa"/>
            <w:vAlign w:val="center"/>
          </w:tcPr>
          <w:p w14:paraId="16613F9E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D25CC0" w14:textId="77777777" w:rsidR="00855D9F" w:rsidRPr="003D4DF0" w:rsidRDefault="000126CA" w:rsidP="00D16E0A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>I</w:t>
            </w:r>
            <w:r w:rsidR="00966746" w:rsidRPr="003D4DF0">
              <w:rPr>
                <w:b w:val="0"/>
                <w:sz w:val="24"/>
                <w:szCs w:val="24"/>
              </w:rPr>
              <w:t xml:space="preserve"> rok</w:t>
            </w:r>
            <w:r w:rsidR="00D16E0A">
              <w:rPr>
                <w:b w:val="0"/>
                <w:sz w:val="24"/>
                <w:szCs w:val="24"/>
              </w:rPr>
              <w:t xml:space="preserve">, </w:t>
            </w:r>
            <w:r w:rsidRPr="003D4DF0">
              <w:rPr>
                <w:b w:val="0"/>
                <w:sz w:val="24"/>
                <w:szCs w:val="24"/>
              </w:rPr>
              <w:t>sem</w:t>
            </w:r>
            <w:r w:rsidR="00AE6973" w:rsidRPr="003D4DF0">
              <w:rPr>
                <w:b w:val="0"/>
                <w:sz w:val="24"/>
                <w:szCs w:val="24"/>
              </w:rPr>
              <w:t>e</w:t>
            </w:r>
            <w:r w:rsidRPr="003D4DF0">
              <w:rPr>
                <w:b w:val="0"/>
                <w:sz w:val="24"/>
                <w:szCs w:val="24"/>
              </w:rPr>
              <w:t>str</w:t>
            </w:r>
            <w:r w:rsidR="00D16E0A">
              <w:rPr>
                <w:b w:val="0"/>
                <w:sz w:val="24"/>
                <w:szCs w:val="24"/>
              </w:rPr>
              <w:t xml:space="preserve"> 2</w:t>
            </w:r>
          </w:p>
        </w:tc>
      </w:tr>
      <w:tr w:rsidR="00855D9F" w:rsidRPr="003D4DF0" w14:paraId="04E42716" w14:textId="77777777" w:rsidTr="00855D9F">
        <w:tc>
          <w:tcPr>
            <w:tcW w:w="2694" w:type="dxa"/>
            <w:vAlign w:val="center"/>
          </w:tcPr>
          <w:p w14:paraId="01798B74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7924C" w14:textId="77777777" w:rsidR="00855D9F" w:rsidRPr="003D4DF0" w:rsidRDefault="00D16E0A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przedmiot </w:t>
            </w:r>
            <w:r w:rsidR="00BE50B0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855D9F" w:rsidRPr="003D4DF0" w14:paraId="1CAE9F82" w14:textId="77777777" w:rsidTr="00855D9F">
        <w:tc>
          <w:tcPr>
            <w:tcW w:w="2694" w:type="dxa"/>
            <w:vAlign w:val="center"/>
          </w:tcPr>
          <w:p w14:paraId="3FBC1BD2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4188D" w14:textId="77777777" w:rsidR="00855D9F" w:rsidRPr="003D4DF0" w:rsidRDefault="008732E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55D9F" w:rsidRPr="003D4DF0">
              <w:rPr>
                <w:b w:val="0"/>
                <w:sz w:val="24"/>
                <w:szCs w:val="24"/>
              </w:rPr>
              <w:t>olski</w:t>
            </w:r>
          </w:p>
        </w:tc>
      </w:tr>
      <w:tr w:rsidR="00855D9F" w:rsidRPr="003D4DF0" w14:paraId="5ADD75FD" w14:textId="77777777" w:rsidTr="00855D9F">
        <w:tc>
          <w:tcPr>
            <w:tcW w:w="2694" w:type="dxa"/>
            <w:vAlign w:val="center"/>
          </w:tcPr>
          <w:p w14:paraId="722A003C" w14:textId="77777777" w:rsidR="00855D9F" w:rsidRPr="003D4DF0" w:rsidRDefault="00855D9F" w:rsidP="00855D9F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57FEF9" w14:textId="77777777" w:rsidR="00855D9F" w:rsidRPr="003D4DF0" w:rsidRDefault="00BE50B0" w:rsidP="00855D9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855D9F" w:rsidRPr="003D4DF0">
              <w:rPr>
                <w:b w:val="0"/>
                <w:sz w:val="24"/>
                <w:szCs w:val="24"/>
              </w:rPr>
              <w:t>r hab. Andrzej Łukasik, prof. UR</w:t>
            </w:r>
          </w:p>
        </w:tc>
      </w:tr>
      <w:tr w:rsidR="00AE6973" w:rsidRPr="00B35BF7" w14:paraId="35879C92" w14:textId="77777777" w:rsidTr="00855D9F">
        <w:tc>
          <w:tcPr>
            <w:tcW w:w="2694" w:type="dxa"/>
            <w:vAlign w:val="center"/>
          </w:tcPr>
          <w:p w14:paraId="7D045B73" w14:textId="77777777" w:rsidR="00AE6973" w:rsidRPr="003D4DF0" w:rsidRDefault="00AE6973" w:rsidP="00AE6973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35443D" w14:textId="77777777" w:rsidR="00AE6973" w:rsidRPr="003D4DF0" w:rsidRDefault="00BE50B0" w:rsidP="00AE697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p</w:t>
            </w:r>
            <w:r w:rsidR="006C3EBB" w:rsidRPr="003D4DF0">
              <w:rPr>
                <w:b w:val="0"/>
                <w:sz w:val="24"/>
                <w:szCs w:val="24"/>
                <w:lang w:val="en-US"/>
              </w:rPr>
              <w:t xml:space="preserve">rof. </w:t>
            </w:r>
            <w:proofErr w:type="spellStart"/>
            <w:r w:rsidR="006C3EBB" w:rsidRPr="003D4DF0">
              <w:rPr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="006C3EBB" w:rsidRPr="003D4DF0">
              <w:rPr>
                <w:b w:val="0"/>
                <w:sz w:val="24"/>
                <w:szCs w:val="24"/>
                <w:lang w:val="en-US"/>
              </w:rPr>
              <w:t xml:space="preserve"> hab. Roman </w:t>
            </w:r>
            <w:proofErr w:type="spellStart"/>
            <w:r w:rsidR="006C3EBB" w:rsidRPr="003D4DF0">
              <w:rPr>
                <w:b w:val="0"/>
                <w:sz w:val="24"/>
                <w:szCs w:val="24"/>
                <w:lang w:val="en-US"/>
              </w:rPr>
              <w:t>Pelczar</w:t>
            </w:r>
            <w:proofErr w:type="spellEnd"/>
          </w:p>
        </w:tc>
      </w:tr>
    </w:tbl>
    <w:p w14:paraId="2E8E60A9" w14:textId="77777777" w:rsidR="0085747A" w:rsidRPr="003D4DF0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3D4DF0">
        <w:rPr>
          <w:sz w:val="24"/>
          <w:szCs w:val="24"/>
        </w:rPr>
        <w:t xml:space="preserve">* </w:t>
      </w:r>
      <w:r w:rsidRPr="003D4DF0">
        <w:rPr>
          <w:i/>
          <w:sz w:val="24"/>
          <w:szCs w:val="24"/>
        </w:rPr>
        <w:t>-</w:t>
      </w:r>
      <w:proofErr w:type="spellStart"/>
      <w:r w:rsidR="00B90885" w:rsidRPr="003D4DF0">
        <w:rPr>
          <w:b w:val="0"/>
          <w:i/>
          <w:sz w:val="24"/>
          <w:szCs w:val="24"/>
        </w:rPr>
        <w:t>opcjonalni</w:t>
      </w:r>
      <w:r w:rsidR="00B90885" w:rsidRPr="003D4DF0">
        <w:rPr>
          <w:b w:val="0"/>
          <w:sz w:val="24"/>
          <w:szCs w:val="24"/>
        </w:rPr>
        <w:t>e,</w:t>
      </w:r>
      <w:r w:rsidRPr="003D4DF0">
        <w:rPr>
          <w:b w:val="0"/>
          <w:i/>
          <w:sz w:val="24"/>
          <w:szCs w:val="24"/>
        </w:rPr>
        <w:t>zgodnie</w:t>
      </w:r>
      <w:proofErr w:type="spellEnd"/>
      <w:r w:rsidRPr="003D4DF0">
        <w:rPr>
          <w:b w:val="0"/>
          <w:i/>
          <w:sz w:val="24"/>
          <w:szCs w:val="24"/>
        </w:rPr>
        <w:t xml:space="preserve"> z ustaleniami </w:t>
      </w:r>
      <w:r w:rsidR="00B90885" w:rsidRPr="003D4DF0">
        <w:rPr>
          <w:b w:val="0"/>
          <w:i/>
          <w:sz w:val="24"/>
          <w:szCs w:val="24"/>
        </w:rPr>
        <w:t>w Jednostce</w:t>
      </w:r>
    </w:p>
    <w:p w14:paraId="271F0225" w14:textId="77777777" w:rsidR="00923D7D" w:rsidRPr="003D4DF0" w:rsidRDefault="00923D7D" w:rsidP="009C54AE">
      <w:pPr>
        <w:pStyle w:val="Podpunkty"/>
        <w:ind w:left="0"/>
        <w:rPr>
          <w:sz w:val="24"/>
          <w:szCs w:val="24"/>
        </w:rPr>
      </w:pPr>
    </w:p>
    <w:p w14:paraId="6BA21B9B" w14:textId="77777777" w:rsidR="0085747A" w:rsidRPr="003D4DF0" w:rsidRDefault="0085747A" w:rsidP="009C54AE">
      <w:pPr>
        <w:pStyle w:val="Podpunkty"/>
        <w:ind w:left="284"/>
        <w:rPr>
          <w:sz w:val="24"/>
          <w:szCs w:val="24"/>
        </w:rPr>
      </w:pPr>
      <w:r w:rsidRPr="003D4DF0">
        <w:rPr>
          <w:sz w:val="24"/>
          <w:szCs w:val="24"/>
        </w:rPr>
        <w:t>1.</w:t>
      </w:r>
      <w:r w:rsidR="00E22FBC" w:rsidRPr="003D4DF0">
        <w:rPr>
          <w:sz w:val="24"/>
          <w:szCs w:val="24"/>
        </w:rPr>
        <w:t>1</w:t>
      </w:r>
      <w:r w:rsidRPr="003D4DF0">
        <w:rPr>
          <w:sz w:val="24"/>
          <w:szCs w:val="24"/>
        </w:rPr>
        <w:t xml:space="preserve">.Formy zajęć dydaktycznych, wymiar godzin i punktów ECTS </w:t>
      </w:r>
    </w:p>
    <w:p w14:paraId="450A052A" w14:textId="77777777" w:rsidR="00923D7D" w:rsidRPr="003D4DF0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3D4DF0" w14:paraId="7FCC0221" w14:textId="77777777" w:rsidTr="00BE50B0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FFD7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D4DF0">
              <w:rPr>
                <w:szCs w:val="24"/>
              </w:rPr>
              <w:t>Semestr</w:t>
            </w:r>
          </w:p>
          <w:p w14:paraId="1F879DF2" w14:textId="77777777" w:rsidR="00015B8F" w:rsidRPr="003D4DF0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D4DF0">
              <w:rPr>
                <w:szCs w:val="24"/>
              </w:rPr>
              <w:t>(</w:t>
            </w:r>
            <w:r w:rsidR="00363F78" w:rsidRPr="003D4DF0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014A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D4DF0">
              <w:rPr>
                <w:szCs w:val="24"/>
              </w:rPr>
              <w:t>Wykł</w:t>
            </w:r>
            <w:proofErr w:type="spellEnd"/>
            <w:r w:rsidRPr="003D4DF0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54C73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D4DF0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A615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D4DF0">
              <w:rPr>
                <w:szCs w:val="24"/>
              </w:rPr>
              <w:t>Konw</w:t>
            </w:r>
            <w:proofErr w:type="spellEnd"/>
            <w:r w:rsidRPr="003D4DF0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1FFC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D4DF0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F4C4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D4DF0">
              <w:rPr>
                <w:szCs w:val="24"/>
              </w:rPr>
              <w:t>Sem</w:t>
            </w:r>
            <w:proofErr w:type="spellEnd"/>
            <w:r w:rsidRPr="003D4DF0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F2D9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D4DF0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3B0A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D4DF0">
              <w:rPr>
                <w:szCs w:val="24"/>
              </w:rPr>
              <w:t>Prakt</w:t>
            </w:r>
            <w:proofErr w:type="spellEnd"/>
            <w:r w:rsidRPr="003D4DF0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997B1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D4DF0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FD1" w14:textId="77777777" w:rsidR="00015B8F" w:rsidRPr="003D4DF0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3D4DF0">
              <w:rPr>
                <w:b/>
                <w:szCs w:val="24"/>
              </w:rPr>
              <w:t>Liczba pkt</w:t>
            </w:r>
            <w:r w:rsidR="00B90885" w:rsidRPr="003D4DF0">
              <w:rPr>
                <w:b/>
                <w:szCs w:val="24"/>
              </w:rPr>
              <w:t>.</w:t>
            </w:r>
            <w:r w:rsidRPr="003D4DF0">
              <w:rPr>
                <w:b/>
                <w:szCs w:val="24"/>
              </w:rPr>
              <w:t xml:space="preserve"> ECTS</w:t>
            </w:r>
          </w:p>
        </w:tc>
      </w:tr>
      <w:tr w:rsidR="00015B8F" w:rsidRPr="003D4DF0" w14:paraId="62020564" w14:textId="77777777" w:rsidTr="008732E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99E8" w14:textId="77777777" w:rsidR="00015B8F" w:rsidRPr="003D4DF0" w:rsidRDefault="00D16E0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451B" w14:textId="77777777" w:rsidR="00015B8F" w:rsidRPr="003D4DF0" w:rsidRDefault="006C3EB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DEE5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D8F9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A3DF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6C90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C640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5B7E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CD3C" w14:textId="77777777" w:rsidR="00015B8F" w:rsidRPr="003D4DF0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562F" w14:textId="77777777" w:rsidR="00015B8F" w:rsidRPr="003D4DF0" w:rsidRDefault="006C3EB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2</w:t>
            </w:r>
          </w:p>
        </w:tc>
      </w:tr>
    </w:tbl>
    <w:p w14:paraId="0295AFA3" w14:textId="77777777" w:rsidR="00923D7D" w:rsidRPr="003D4DF0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37FBFAE" w14:textId="77777777" w:rsidR="00923D7D" w:rsidRPr="003D4DF0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16E94A49" w14:textId="77777777" w:rsidR="0085747A" w:rsidRPr="003D4D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3D4DF0">
        <w:rPr>
          <w:smallCaps w:val="0"/>
          <w:szCs w:val="24"/>
        </w:rPr>
        <w:t>1.</w:t>
      </w:r>
      <w:r w:rsidR="00E22FBC" w:rsidRPr="003D4DF0">
        <w:rPr>
          <w:smallCaps w:val="0"/>
          <w:szCs w:val="24"/>
        </w:rPr>
        <w:t>2</w:t>
      </w:r>
      <w:r w:rsidR="00F83B28" w:rsidRPr="003D4DF0">
        <w:rPr>
          <w:smallCaps w:val="0"/>
          <w:szCs w:val="24"/>
        </w:rPr>
        <w:t>.</w:t>
      </w:r>
      <w:r w:rsidR="00F83B28" w:rsidRPr="003D4DF0">
        <w:rPr>
          <w:smallCaps w:val="0"/>
          <w:szCs w:val="24"/>
        </w:rPr>
        <w:tab/>
      </w:r>
      <w:r w:rsidRPr="003D4DF0">
        <w:rPr>
          <w:smallCaps w:val="0"/>
          <w:szCs w:val="24"/>
        </w:rPr>
        <w:t xml:space="preserve">Sposób realizacji zajęć  </w:t>
      </w:r>
    </w:p>
    <w:p w14:paraId="0ED3955C" w14:textId="77777777" w:rsidR="0085747A" w:rsidRPr="003D4DF0" w:rsidRDefault="00BE50B0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proofErr w:type="spellStart"/>
      <w:r w:rsidRPr="00BE50B0">
        <w:rPr>
          <w:rFonts w:eastAsia="MS Gothic"/>
          <w:b w:val="0"/>
          <w:szCs w:val="24"/>
          <w:u w:val="single"/>
        </w:rPr>
        <w:t>X</w:t>
      </w:r>
      <w:r w:rsidR="0085747A" w:rsidRPr="003D4DF0">
        <w:rPr>
          <w:b w:val="0"/>
          <w:smallCaps w:val="0"/>
          <w:szCs w:val="24"/>
          <w:u w:val="single"/>
        </w:rPr>
        <w:t>zajęcia</w:t>
      </w:r>
      <w:proofErr w:type="spellEnd"/>
      <w:r w:rsidR="0085747A" w:rsidRPr="003D4DF0">
        <w:rPr>
          <w:b w:val="0"/>
          <w:smallCaps w:val="0"/>
          <w:szCs w:val="24"/>
          <w:u w:val="single"/>
        </w:rPr>
        <w:t xml:space="preserve"> w formie tradycyjnej </w:t>
      </w:r>
    </w:p>
    <w:p w14:paraId="66159ECB" w14:textId="77777777" w:rsidR="0085747A" w:rsidRPr="003D4DF0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3D4DF0">
        <w:rPr>
          <w:rFonts w:ascii="Segoe UI Symbol" w:eastAsia="MS Gothic" w:hAnsi="Segoe UI Symbol" w:cs="Segoe UI Symbol"/>
          <w:b w:val="0"/>
          <w:szCs w:val="24"/>
        </w:rPr>
        <w:t>☐</w:t>
      </w:r>
      <w:r w:rsidRPr="003D4DF0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79D0AC" w14:textId="77777777" w:rsidR="0085747A" w:rsidRPr="003D4DF0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A474B25" w14:textId="77777777" w:rsidR="000126CA" w:rsidRPr="00D16E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3D4DF0">
        <w:rPr>
          <w:smallCaps w:val="0"/>
          <w:szCs w:val="24"/>
        </w:rPr>
        <w:t xml:space="preserve">1.3 </w:t>
      </w:r>
      <w:r w:rsidR="00F83B28" w:rsidRPr="003D4DF0">
        <w:rPr>
          <w:smallCaps w:val="0"/>
          <w:szCs w:val="24"/>
        </w:rPr>
        <w:tab/>
      </w:r>
      <w:r w:rsidRPr="003D4DF0">
        <w:rPr>
          <w:smallCaps w:val="0"/>
          <w:szCs w:val="24"/>
        </w:rPr>
        <w:t>For</w:t>
      </w:r>
      <w:r w:rsidR="008732E0">
        <w:rPr>
          <w:smallCaps w:val="0"/>
          <w:szCs w:val="24"/>
        </w:rPr>
        <w:t>ma zaliczenia przedmiotu</w:t>
      </w:r>
      <w:r w:rsidRPr="003D4DF0">
        <w:rPr>
          <w:smallCaps w:val="0"/>
          <w:szCs w:val="24"/>
        </w:rPr>
        <w:t xml:space="preserve"> (z toku)</w:t>
      </w:r>
      <w:r w:rsidR="008732E0">
        <w:rPr>
          <w:b w:val="0"/>
          <w:smallCaps w:val="0"/>
          <w:szCs w:val="24"/>
        </w:rPr>
        <w:t>: z</w:t>
      </w:r>
      <w:r w:rsidR="009D2E2F" w:rsidRPr="00D16E0A">
        <w:rPr>
          <w:b w:val="0"/>
          <w:smallCaps w:val="0"/>
          <w:szCs w:val="24"/>
        </w:rPr>
        <w:t>aliczenie</w:t>
      </w:r>
      <w:r w:rsidR="00237704" w:rsidRPr="00D16E0A">
        <w:rPr>
          <w:b w:val="0"/>
          <w:smallCaps w:val="0"/>
          <w:szCs w:val="24"/>
        </w:rPr>
        <w:t xml:space="preserve"> bez oceny</w:t>
      </w:r>
    </w:p>
    <w:p w14:paraId="4C1AC386" w14:textId="77777777" w:rsidR="00E960BB" w:rsidRPr="003D4DF0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39CBD9E6" w14:textId="77777777" w:rsidR="00E960BB" w:rsidRPr="003D4DF0" w:rsidRDefault="0085747A" w:rsidP="009C54AE">
      <w:pPr>
        <w:pStyle w:val="Punktygwne"/>
        <w:spacing w:before="0" w:after="0"/>
        <w:rPr>
          <w:szCs w:val="24"/>
        </w:rPr>
      </w:pPr>
      <w:r w:rsidRPr="003D4DF0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4DF0" w14:paraId="49B1558F" w14:textId="77777777" w:rsidTr="00745302">
        <w:tc>
          <w:tcPr>
            <w:tcW w:w="9670" w:type="dxa"/>
          </w:tcPr>
          <w:p w14:paraId="5C732DCF" w14:textId="77777777" w:rsidR="0085747A" w:rsidRPr="003D4DF0" w:rsidRDefault="0046431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3D4DF0">
              <w:rPr>
                <w:b w:val="0"/>
                <w:smallCaps w:val="0"/>
                <w:color w:val="000000"/>
                <w:szCs w:val="24"/>
              </w:rPr>
              <w:t>Wiedza</w:t>
            </w:r>
            <w:r w:rsidR="000C4C15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="00AE6973" w:rsidRPr="003D4DF0">
              <w:rPr>
                <w:b w:val="0"/>
                <w:smallCaps w:val="0"/>
                <w:color w:val="000000"/>
                <w:szCs w:val="24"/>
              </w:rPr>
              <w:t>ogólna na poziomie szkoły średniej</w:t>
            </w:r>
            <w:r w:rsidR="008732E0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32C365A" w14:textId="77777777" w:rsidR="00153C41" w:rsidRPr="003D4DF0" w:rsidRDefault="00153C41" w:rsidP="009C54AE">
      <w:pPr>
        <w:pStyle w:val="Punktygwne"/>
        <w:spacing w:before="0" w:after="0"/>
        <w:rPr>
          <w:szCs w:val="24"/>
        </w:rPr>
      </w:pPr>
    </w:p>
    <w:p w14:paraId="422DE7A6" w14:textId="77777777" w:rsidR="00FD444E" w:rsidRDefault="00FD444E" w:rsidP="009C54AE">
      <w:pPr>
        <w:pStyle w:val="Punktygwne"/>
        <w:spacing w:before="0" w:after="0"/>
        <w:rPr>
          <w:szCs w:val="24"/>
        </w:rPr>
      </w:pPr>
    </w:p>
    <w:p w14:paraId="761C93AF" w14:textId="77777777" w:rsidR="00FD444E" w:rsidRDefault="00FD444E" w:rsidP="009C54AE">
      <w:pPr>
        <w:pStyle w:val="Punktygwne"/>
        <w:spacing w:before="0" w:after="0"/>
        <w:rPr>
          <w:szCs w:val="24"/>
        </w:rPr>
      </w:pPr>
    </w:p>
    <w:p w14:paraId="415A8C3F" w14:textId="77777777" w:rsidR="00FD444E" w:rsidRDefault="00FD444E" w:rsidP="009C54AE">
      <w:pPr>
        <w:pStyle w:val="Punktygwne"/>
        <w:spacing w:before="0" w:after="0"/>
        <w:rPr>
          <w:szCs w:val="24"/>
        </w:rPr>
      </w:pPr>
    </w:p>
    <w:p w14:paraId="49C3277A" w14:textId="77777777" w:rsidR="00FD444E" w:rsidRDefault="00FD444E" w:rsidP="009C54AE">
      <w:pPr>
        <w:pStyle w:val="Punktygwne"/>
        <w:spacing w:before="0" w:after="0"/>
        <w:rPr>
          <w:szCs w:val="24"/>
        </w:rPr>
      </w:pPr>
    </w:p>
    <w:p w14:paraId="5ECE3DF3" w14:textId="77777777" w:rsidR="00D16E0A" w:rsidRDefault="0071620A" w:rsidP="00FD444E">
      <w:pPr>
        <w:pStyle w:val="Punktygwne"/>
        <w:spacing w:before="0" w:after="0"/>
        <w:rPr>
          <w:szCs w:val="24"/>
        </w:rPr>
      </w:pPr>
      <w:r w:rsidRPr="003D4DF0">
        <w:rPr>
          <w:szCs w:val="24"/>
        </w:rPr>
        <w:lastRenderedPageBreak/>
        <w:t>3.</w:t>
      </w:r>
      <w:r w:rsidR="00A84C85" w:rsidRPr="003D4DF0">
        <w:rPr>
          <w:szCs w:val="24"/>
        </w:rPr>
        <w:t>cele, efekty uczenia się</w:t>
      </w:r>
      <w:r w:rsidR="0085747A" w:rsidRPr="003D4DF0">
        <w:rPr>
          <w:szCs w:val="24"/>
        </w:rPr>
        <w:t>, treści Programowe i stosowane metody Dydaktyczne</w:t>
      </w:r>
    </w:p>
    <w:p w14:paraId="292B69D2" w14:textId="77777777" w:rsidR="00D16E0A" w:rsidRDefault="00D16E0A" w:rsidP="009C54AE">
      <w:pPr>
        <w:pStyle w:val="Podpunkty"/>
        <w:rPr>
          <w:sz w:val="24"/>
          <w:szCs w:val="24"/>
        </w:rPr>
      </w:pPr>
    </w:p>
    <w:p w14:paraId="01876F44" w14:textId="77777777" w:rsidR="0085747A" w:rsidRPr="003D4DF0" w:rsidRDefault="0071620A" w:rsidP="009C54AE">
      <w:pPr>
        <w:pStyle w:val="Podpunkty"/>
        <w:rPr>
          <w:sz w:val="24"/>
          <w:szCs w:val="24"/>
        </w:rPr>
      </w:pPr>
      <w:r w:rsidRPr="003D4DF0">
        <w:rPr>
          <w:sz w:val="24"/>
          <w:szCs w:val="24"/>
        </w:rPr>
        <w:t xml:space="preserve">3.1 </w:t>
      </w:r>
      <w:r w:rsidR="00C05F44" w:rsidRPr="003D4DF0">
        <w:rPr>
          <w:sz w:val="24"/>
          <w:szCs w:val="24"/>
        </w:rPr>
        <w:t>Cele przedmiotu</w:t>
      </w:r>
    </w:p>
    <w:p w14:paraId="43C42C3D" w14:textId="77777777" w:rsidR="00F83B28" w:rsidRPr="003D4DF0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AE6973" w:rsidRPr="003D4DF0" w14:paraId="373A4E1C" w14:textId="77777777" w:rsidTr="00B635BE">
        <w:tc>
          <w:tcPr>
            <w:tcW w:w="844" w:type="dxa"/>
            <w:vAlign w:val="center"/>
          </w:tcPr>
          <w:p w14:paraId="57E20444" w14:textId="77777777" w:rsidR="00AE6973" w:rsidRPr="003D4DF0" w:rsidRDefault="00AE6973" w:rsidP="00AE697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14CA7D6C" w14:textId="77777777" w:rsidR="00AE6973" w:rsidRPr="003D4DF0" w:rsidRDefault="00AE6973" w:rsidP="00AE69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Zdobycie przez studentów wiedzy o głównych źródłach współczesnych nurtów i szkół psychologicznych</w:t>
            </w:r>
            <w:r w:rsidR="008732E0">
              <w:rPr>
                <w:b w:val="0"/>
                <w:smallCaps w:val="0"/>
                <w:szCs w:val="24"/>
              </w:rPr>
              <w:t>.</w:t>
            </w:r>
          </w:p>
        </w:tc>
      </w:tr>
      <w:tr w:rsidR="00AE6973" w:rsidRPr="003D4DF0" w14:paraId="4E02ECA5" w14:textId="77777777" w:rsidTr="00B635BE">
        <w:tc>
          <w:tcPr>
            <w:tcW w:w="844" w:type="dxa"/>
            <w:vAlign w:val="center"/>
          </w:tcPr>
          <w:p w14:paraId="52D352A6" w14:textId="77777777" w:rsidR="00AE6973" w:rsidRPr="003D4DF0" w:rsidRDefault="00AE6973" w:rsidP="00AE6973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3D4DF0">
              <w:rPr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10169947" w14:textId="77777777" w:rsidR="00AE6973" w:rsidRPr="003D4DF0" w:rsidRDefault="00AE6973" w:rsidP="00AE69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Nabycie umiejętności ich rozróżniania i pojmowania głównych idei oraz rozumienie historii psychologii jako ewolucji myśli o człowieku i jego funkcjonowaniu psychicznym</w:t>
            </w:r>
            <w:r w:rsidR="00E70297" w:rsidRPr="003D4DF0">
              <w:rPr>
                <w:b w:val="0"/>
                <w:smallCaps w:val="0"/>
                <w:szCs w:val="24"/>
              </w:rPr>
              <w:t>. Identyfikacja czołowych postaci w historii psychologii</w:t>
            </w:r>
            <w:r w:rsidR="008732E0">
              <w:rPr>
                <w:b w:val="0"/>
                <w:smallCaps w:val="0"/>
                <w:szCs w:val="24"/>
              </w:rPr>
              <w:t>.</w:t>
            </w:r>
          </w:p>
        </w:tc>
      </w:tr>
      <w:tr w:rsidR="00AE6973" w:rsidRPr="003D4DF0" w14:paraId="2E2E51F7" w14:textId="77777777" w:rsidTr="00B635BE">
        <w:tc>
          <w:tcPr>
            <w:tcW w:w="844" w:type="dxa"/>
            <w:vAlign w:val="center"/>
          </w:tcPr>
          <w:p w14:paraId="613D4417" w14:textId="77777777" w:rsidR="00AE6973" w:rsidRPr="003D4DF0" w:rsidRDefault="00AE6973" w:rsidP="00AE697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066A1182" w14:textId="77777777" w:rsidR="00AE6973" w:rsidRPr="003D4DF0" w:rsidRDefault="00AE6973" w:rsidP="00AE69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Zdobycie przez studentów wiedzy o głównych źródłach współczesnych nurtów i szkół psychologicznych</w:t>
            </w:r>
            <w:r w:rsidR="008732E0">
              <w:rPr>
                <w:b w:val="0"/>
                <w:smallCaps w:val="0"/>
                <w:szCs w:val="24"/>
              </w:rPr>
              <w:t>.</w:t>
            </w:r>
          </w:p>
        </w:tc>
      </w:tr>
      <w:tr w:rsidR="00AE6973" w:rsidRPr="003D4DF0" w14:paraId="4D54EBC1" w14:textId="77777777" w:rsidTr="00B635BE">
        <w:tc>
          <w:tcPr>
            <w:tcW w:w="844" w:type="dxa"/>
            <w:vAlign w:val="center"/>
          </w:tcPr>
          <w:p w14:paraId="420B2AE0" w14:textId="77777777" w:rsidR="00AE6973" w:rsidRPr="003D4DF0" w:rsidRDefault="00AE6973" w:rsidP="00AE697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D4DF0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4178AB6A" w14:textId="77777777" w:rsidR="00AE6973" w:rsidRPr="003D4DF0" w:rsidRDefault="00AE6973" w:rsidP="00AE697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Zrozumienie związków pomiędzy różnymi dziedzinami nauk humanistycznych, społecznych i przyrodniczych, z których zrodziła się psychologia</w:t>
            </w:r>
            <w:r w:rsidR="008732E0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4DE53AAE" w14:textId="77777777" w:rsidR="0085747A" w:rsidRPr="003D4DF0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6E0910CE" w14:textId="77777777" w:rsidR="001D7B54" w:rsidRPr="003D4DF0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D4DF0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3D4DF0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3D4DF0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3D4DF0">
        <w:rPr>
          <w:rFonts w:ascii="Times New Roman" w:hAnsi="Times New Roman"/>
          <w:b/>
          <w:sz w:val="24"/>
          <w:szCs w:val="24"/>
        </w:rPr>
        <w:t>dla przedmiotu</w:t>
      </w:r>
    </w:p>
    <w:p w14:paraId="6CD6A8BE" w14:textId="77777777" w:rsidR="001D7B54" w:rsidRPr="003D4DF0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723"/>
      </w:tblGrid>
      <w:tr w:rsidR="0085747A" w:rsidRPr="003D4DF0" w14:paraId="4DDD4A08" w14:textId="77777777" w:rsidTr="008732E0">
        <w:tc>
          <w:tcPr>
            <w:tcW w:w="1418" w:type="dxa"/>
            <w:vAlign w:val="center"/>
          </w:tcPr>
          <w:p w14:paraId="02146F3F" w14:textId="77777777" w:rsidR="0085747A" w:rsidRPr="003D4DF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smallCaps w:val="0"/>
                <w:szCs w:val="24"/>
              </w:rPr>
              <w:t>EK</w:t>
            </w:r>
            <w:r w:rsidR="00A84C85" w:rsidRPr="003D4DF0">
              <w:rPr>
                <w:b w:val="0"/>
                <w:smallCaps w:val="0"/>
                <w:szCs w:val="24"/>
              </w:rPr>
              <w:t xml:space="preserve"> (</w:t>
            </w:r>
            <w:r w:rsidR="00C05F44" w:rsidRPr="003D4DF0">
              <w:rPr>
                <w:b w:val="0"/>
                <w:smallCaps w:val="0"/>
                <w:szCs w:val="24"/>
              </w:rPr>
              <w:t>efekt uczenia się</w:t>
            </w:r>
            <w:r w:rsidR="00B82308" w:rsidRPr="003D4DF0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64FC7EDA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3D4DF0">
              <w:rPr>
                <w:b w:val="0"/>
                <w:smallCaps w:val="0"/>
                <w:szCs w:val="24"/>
              </w:rPr>
              <w:t xml:space="preserve">uczenia się </w:t>
            </w:r>
            <w:r w:rsidRPr="003D4DF0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459B6F87" w14:textId="77777777" w:rsidR="008732E0" w:rsidRDefault="008732E0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771261F6" w14:textId="77777777" w:rsidR="008732E0" w:rsidRPr="003D4DF0" w:rsidRDefault="008732E0" w:rsidP="008732E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723" w:type="dxa"/>
            <w:vAlign w:val="center"/>
          </w:tcPr>
          <w:p w14:paraId="174504FE" w14:textId="77777777" w:rsidR="0085747A" w:rsidRPr="003D4DF0" w:rsidRDefault="0085747A" w:rsidP="008732E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3D4DF0" w14:paraId="5CAA587B" w14:textId="77777777" w:rsidTr="008732E0">
        <w:trPr>
          <w:trHeight w:val="503"/>
        </w:trPr>
        <w:tc>
          <w:tcPr>
            <w:tcW w:w="1418" w:type="dxa"/>
          </w:tcPr>
          <w:p w14:paraId="3D6DF2DE" w14:textId="77777777" w:rsidR="0085747A" w:rsidRPr="003D4DF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</w:t>
            </w:r>
            <w:r w:rsidRPr="003D4DF0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E0AFFF2" w14:textId="1BC7B4D6" w:rsidR="0085747A" w:rsidRPr="003D4DF0" w:rsidRDefault="00B95B7C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nabywa wiedzę na temat podstawowych pojęć z zakresu psychologii ugruntowanych tradycją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Pr="003D4DF0">
              <w:rPr>
                <w:b w:val="0"/>
                <w:smallCaps w:val="0"/>
                <w:szCs w:val="24"/>
              </w:rPr>
              <w:t>psychologiczną</w:t>
            </w:r>
          </w:p>
        </w:tc>
        <w:tc>
          <w:tcPr>
            <w:tcW w:w="1723" w:type="dxa"/>
          </w:tcPr>
          <w:p w14:paraId="4709C3D3" w14:textId="77777777" w:rsidR="0085747A" w:rsidRPr="003D4DF0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K_W01</w:t>
            </w:r>
          </w:p>
        </w:tc>
      </w:tr>
      <w:tr w:rsidR="00F36449" w:rsidRPr="003D4DF0" w14:paraId="7F3B3E15" w14:textId="77777777" w:rsidTr="008732E0">
        <w:tc>
          <w:tcPr>
            <w:tcW w:w="1418" w:type="dxa"/>
          </w:tcPr>
          <w:p w14:paraId="0E1156EE" w14:textId="77777777" w:rsidR="00F36449" w:rsidRPr="003D4DF0" w:rsidRDefault="00632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4A409FAF" w14:textId="77777777" w:rsidR="00F36449" w:rsidRPr="003D4DF0" w:rsidRDefault="00F36449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zna historyczne determinanty powstania psychologii jako samodzielnej dyscypliny naukowej; opisuje wkład innych dyscyplin naukowych w rozwój psychologii</w:t>
            </w:r>
          </w:p>
        </w:tc>
        <w:tc>
          <w:tcPr>
            <w:tcW w:w="1723" w:type="dxa"/>
          </w:tcPr>
          <w:p w14:paraId="2C3AD165" w14:textId="77777777" w:rsidR="00FD444E" w:rsidRDefault="00FD444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K_W02</w:t>
            </w:r>
          </w:p>
          <w:p w14:paraId="677FDAD8" w14:textId="77777777" w:rsidR="00D16E0A" w:rsidRDefault="00F3644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K_W01</w:t>
            </w:r>
          </w:p>
          <w:p w14:paraId="2EFB716D" w14:textId="77777777" w:rsidR="00F36449" w:rsidRPr="003D4DF0" w:rsidRDefault="00B47BC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K_W11</w:t>
            </w:r>
          </w:p>
        </w:tc>
      </w:tr>
      <w:tr w:rsidR="00F36449" w:rsidRPr="003D4DF0" w14:paraId="647EE8B5" w14:textId="77777777" w:rsidTr="008732E0">
        <w:tc>
          <w:tcPr>
            <w:tcW w:w="1418" w:type="dxa"/>
          </w:tcPr>
          <w:p w14:paraId="1EC9A384" w14:textId="77777777" w:rsidR="00F36449" w:rsidRPr="003D4DF0" w:rsidRDefault="00632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892CA68" w14:textId="7C084142" w:rsidR="00F36449" w:rsidRPr="003D4DF0" w:rsidRDefault="008732E0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rozróżnia nurty i </w:t>
            </w:r>
            <w:r w:rsidR="00F36449" w:rsidRPr="003D4DF0">
              <w:rPr>
                <w:b w:val="0"/>
                <w:smallCaps w:val="0"/>
                <w:szCs w:val="24"/>
              </w:rPr>
              <w:t xml:space="preserve">kierunki rozwoju psychologii, </w:t>
            </w:r>
            <w:r w:rsidR="00B47BC2" w:rsidRPr="003D4DF0">
              <w:rPr>
                <w:b w:val="0"/>
                <w:smallCaps w:val="0"/>
                <w:szCs w:val="24"/>
              </w:rPr>
              <w:t>opisuje ich założenia, uwzględnia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="00B47BC2" w:rsidRPr="003D4DF0">
              <w:rPr>
                <w:b w:val="0"/>
                <w:smallCaps w:val="0"/>
                <w:szCs w:val="24"/>
              </w:rPr>
              <w:t>porządek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="00B47BC2" w:rsidRPr="003D4DF0">
              <w:rPr>
                <w:b w:val="0"/>
                <w:smallCaps w:val="0"/>
                <w:szCs w:val="24"/>
              </w:rPr>
              <w:t xml:space="preserve"> historycznego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="00B47BC2" w:rsidRPr="003D4DF0">
              <w:rPr>
                <w:b w:val="0"/>
                <w:smallCaps w:val="0"/>
                <w:szCs w:val="24"/>
              </w:rPr>
              <w:t>rozwoju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="00B47BC2" w:rsidRPr="003D4DF0">
              <w:rPr>
                <w:b w:val="0"/>
                <w:smallCaps w:val="0"/>
                <w:szCs w:val="24"/>
              </w:rPr>
              <w:t>psychologii</w:t>
            </w:r>
          </w:p>
        </w:tc>
        <w:tc>
          <w:tcPr>
            <w:tcW w:w="1723" w:type="dxa"/>
          </w:tcPr>
          <w:p w14:paraId="726BCE3F" w14:textId="77777777" w:rsidR="00D16E0A" w:rsidRDefault="00F3644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K_W02</w:t>
            </w:r>
          </w:p>
          <w:p w14:paraId="2CD43841" w14:textId="77777777" w:rsidR="00F36449" w:rsidRPr="003D4DF0" w:rsidRDefault="00B47BC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K_W11</w:t>
            </w:r>
          </w:p>
        </w:tc>
      </w:tr>
      <w:tr w:rsidR="00B95B7C" w:rsidRPr="003D4DF0" w14:paraId="4DE3B7B5" w14:textId="77777777" w:rsidTr="008732E0">
        <w:tc>
          <w:tcPr>
            <w:tcW w:w="1418" w:type="dxa"/>
          </w:tcPr>
          <w:p w14:paraId="73B25273" w14:textId="77777777" w:rsidR="00B95B7C" w:rsidRPr="003D4DF0" w:rsidRDefault="00632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1B11F8CB" w14:textId="77777777" w:rsidR="00B95B7C" w:rsidRPr="003D4DF0" w:rsidRDefault="00F36449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zna głównych przedstawicieli psychologii naukowej i rozumie znaczenie ich działalności w rozwoju dyscyplin</w:t>
            </w:r>
            <w:r w:rsidR="00E70297" w:rsidRPr="003D4DF0">
              <w:rPr>
                <w:b w:val="0"/>
                <w:smallCaps w:val="0"/>
                <w:szCs w:val="24"/>
              </w:rPr>
              <w:t>y</w:t>
            </w:r>
          </w:p>
        </w:tc>
        <w:tc>
          <w:tcPr>
            <w:tcW w:w="1723" w:type="dxa"/>
          </w:tcPr>
          <w:p w14:paraId="1B8256B2" w14:textId="77777777" w:rsidR="00D16E0A" w:rsidRDefault="00B95B7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K_W02</w:t>
            </w:r>
          </w:p>
          <w:p w14:paraId="7244A10F" w14:textId="77777777" w:rsidR="00B95B7C" w:rsidRPr="003D4DF0" w:rsidRDefault="00B47BC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K_W11</w:t>
            </w:r>
          </w:p>
        </w:tc>
      </w:tr>
      <w:tr w:rsidR="0085747A" w:rsidRPr="003D4DF0" w14:paraId="365D4DE3" w14:textId="77777777" w:rsidTr="008732E0">
        <w:trPr>
          <w:trHeight w:val="671"/>
        </w:trPr>
        <w:tc>
          <w:tcPr>
            <w:tcW w:w="1418" w:type="dxa"/>
          </w:tcPr>
          <w:p w14:paraId="340B6CF4" w14:textId="77777777" w:rsidR="0085747A" w:rsidRPr="003D4DF0" w:rsidRDefault="00632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EK_</w:t>
            </w:r>
            <w:r>
              <w:rPr>
                <w:b w:val="0"/>
                <w:smallCaps w:val="0"/>
                <w:szCs w:val="24"/>
              </w:rPr>
              <w:t>0</w:t>
            </w:r>
            <w:r w:rsidRPr="003D4DF0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6379" w:type="dxa"/>
          </w:tcPr>
          <w:p w14:paraId="355F8A15" w14:textId="50C03E86" w:rsidR="0085747A" w:rsidRPr="003D4DF0" w:rsidRDefault="001930CE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potrafi wskazać i scharakteryzow</w:t>
            </w:r>
            <w:r w:rsidR="008732E0">
              <w:rPr>
                <w:b w:val="0"/>
                <w:smallCaps w:val="0"/>
                <w:szCs w:val="24"/>
              </w:rPr>
              <w:t>ać wpływ nauk społecznych na roz</w:t>
            </w:r>
            <w:r w:rsidRPr="003D4DF0">
              <w:rPr>
                <w:b w:val="0"/>
                <w:smallCaps w:val="0"/>
                <w:szCs w:val="24"/>
              </w:rPr>
              <w:t xml:space="preserve">wój </w:t>
            </w:r>
            <w:r w:rsidR="00B44484" w:rsidRPr="003D4DF0">
              <w:rPr>
                <w:b w:val="0"/>
                <w:smallCaps w:val="0"/>
                <w:szCs w:val="24"/>
              </w:rPr>
              <w:t>psychologii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="00E731B2" w:rsidRPr="003D4DF0">
              <w:rPr>
                <w:b w:val="0"/>
                <w:smallCaps w:val="0"/>
                <w:szCs w:val="24"/>
              </w:rPr>
              <w:t>(jako nauki społecznej)</w:t>
            </w:r>
          </w:p>
        </w:tc>
        <w:tc>
          <w:tcPr>
            <w:tcW w:w="1723" w:type="dxa"/>
          </w:tcPr>
          <w:p w14:paraId="2D411F5F" w14:textId="77777777" w:rsidR="0085747A" w:rsidRPr="003D4DF0" w:rsidRDefault="004E63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</w:t>
            </w:r>
            <w:r w:rsidR="001930CE" w:rsidRPr="003D4DF0">
              <w:rPr>
                <w:b w:val="0"/>
                <w:smallCaps w:val="0"/>
                <w:szCs w:val="24"/>
              </w:rPr>
              <w:t>U19</w:t>
            </w:r>
          </w:p>
        </w:tc>
      </w:tr>
      <w:tr w:rsidR="000C1585" w:rsidRPr="003D4DF0" w14:paraId="639CBFCB" w14:textId="77777777" w:rsidTr="008732E0">
        <w:tc>
          <w:tcPr>
            <w:tcW w:w="1418" w:type="dxa"/>
          </w:tcPr>
          <w:p w14:paraId="3481D728" w14:textId="77777777" w:rsidR="000C1585" w:rsidRPr="003D4DF0" w:rsidRDefault="00632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379" w:type="dxa"/>
          </w:tcPr>
          <w:p w14:paraId="7427DD43" w14:textId="63BC7ACF" w:rsidR="000C1585" w:rsidRPr="003D4DF0" w:rsidRDefault="00B44484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 xml:space="preserve">ma świadomość złożoności wiedzy </w:t>
            </w:r>
            <w:r w:rsidR="00E731B2" w:rsidRPr="003D4DF0">
              <w:rPr>
                <w:b w:val="0"/>
                <w:smallCaps w:val="0"/>
                <w:szCs w:val="24"/>
              </w:rPr>
              <w:t xml:space="preserve">w wyjaśnianiu </w:t>
            </w:r>
            <w:r w:rsidRPr="003D4DF0">
              <w:rPr>
                <w:b w:val="0"/>
                <w:smallCaps w:val="0"/>
                <w:szCs w:val="24"/>
              </w:rPr>
              <w:t>mechanizmów</w:t>
            </w:r>
            <w:r w:rsidR="00B35BF7">
              <w:rPr>
                <w:b w:val="0"/>
                <w:smallCaps w:val="0"/>
                <w:szCs w:val="24"/>
              </w:rPr>
              <w:t xml:space="preserve"> </w:t>
            </w:r>
            <w:r w:rsidR="00E731B2" w:rsidRPr="003D4DF0">
              <w:rPr>
                <w:b w:val="0"/>
                <w:smallCaps w:val="0"/>
                <w:szCs w:val="24"/>
              </w:rPr>
              <w:t>funkcjonowania psychicznego, rozwoju jednostki</w:t>
            </w:r>
          </w:p>
        </w:tc>
        <w:tc>
          <w:tcPr>
            <w:tcW w:w="1723" w:type="dxa"/>
          </w:tcPr>
          <w:p w14:paraId="38605B56" w14:textId="77777777" w:rsidR="000C1585" w:rsidRPr="003D4DF0" w:rsidRDefault="000C1585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</w:t>
            </w:r>
            <w:r w:rsidR="00B44484" w:rsidRPr="003D4DF0">
              <w:rPr>
                <w:b w:val="0"/>
                <w:smallCaps w:val="0"/>
                <w:szCs w:val="24"/>
              </w:rPr>
              <w:t>K04</w:t>
            </w:r>
          </w:p>
        </w:tc>
      </w:tr>
      <w:tr w:rsidR="00E731B2" w:rsidRPr="003D4DF0" w14:paraId="4F896654" w14:textId="77777777" w:rsidTr="008732E0">
        <w:tc>
          <w:tcPr>
            <w:tcW w:w="1418" w:type="dxa"/>
          </w:tcPr>
          <w:p w14:paraId="0F76A883" w14:textId="77777777" w:rsidR="00E731B2" w:rsidRPr="003D4DF0" w:rsidRDefault="0063279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EK_0</w:t>
            </w:r>
            <w:r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6379" w:type="dxa"/>
          </w:tcPr>
          <w:p w14:paraId="562B744B" w14:textId="77777777" w:rsidR="00E731B2" w:rsidRPr="003D4DF0" w:rsidRDefault="00E731B2" w:rsidP="00E731B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buduje swoj</w:t>
            </w:r>
            <w:r w:rsidR="00E70297" w:rsidRPr="003D4DF0">
              <w:rPr>
                <w:b w:val="0"/>
                <w:smallCaps w:val="0"/>
                <w:szCs w:val="24"/>
              </w:rPr>
              <w:t>ą</w:t>
            </w:r>
            <w:r w:rsidRPr="003D4DF0">
              <w:rPr>
                <w:b w:val="0"/>
                <w:smallCaps w:val="0"/>
                <w:szCs w:val="24"/>
              </w:rPr>
              <w:t xml:space="preserve"> motywację do nabywania wiedzy psychologicznej</w:t>
            </w:r>
          </w:p>
        </w:tc>
        <w:tc>
          <w:tcPr>
            <w:tcW w:w="1723" w:type="dxa"/>
          </w:tcPr>
          <w:p w14:paraId="5C193EC1" w14:textId="77777777" w:rsidR="00E731B2" w:rsidRPr="003D4DF0" w:rsidRDefault="00E731B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K_K04</w:t>
            </w:r>
          </w:p>
        </w:tc>
      </w:tr>
    </w:tbl>
    <w:p w14:paraId="652773CA" w14:textId="77777777" w:rsidR="00FD444E" w:rsidRDefault="00FD444E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mallCaps/>
          <w:sz w:val="24"/>
          <w:szCs w:val="24"/>
        </w:rPr>
      </w:pPr>
    </w:p>
    <w:p w14:paraId="3591ECF7" w14:textId="77777777" w:rsidR="008732E0" w:rsidRDefault="008732E0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A3C9EBD" w14:textId="77777777" w:rsidR="0085747A" w:rsidRPr="003D4DF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D4DF0">
        <w:rPr>
          <w:rFonts w:ascii="Times New Roman" w:hAnsi="Times New Roman"/>
          <w:b/>
          <w:sz w:val="24"/>
          <w:szCs w:val="24"/>
        </w:rPr>
        <w:t>3.3</w:t>
      </w:r>
      <w:r w:rsidR="0085747A" w:rsidRPr="003D4DF0">
        <w:rPr>
          <w:rFonts w:ascii="Times New Roman" w:hAnsi="Times New Roman"/>
          <w:b/>
          <w:sz w:val="24"/>
          <w:szCs w:val="24"/>
        </w:rPr>
        <w:t>T</w:t>
      </w:r>
      <w:r w:rsidR="001D7B54" w:rsidRPr="003D4DF0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2A29ECA" w14:textId="77777777" w:rsidR="0085747A" w:rsidRPr="003D4D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D4DF0">
        <w:rPr>
          <w:rFonts w:ascii="Times New Roman" w:hAnsi="Times New Roman"/>
          <w:sz w:val="24"/>
          <w:szCs w:val="24"/>
        </w:rPr>
        <w:t xml:space="preserve">Problematyka wykładu </w:t>
      </w:r>
    </w:p>
    <w:p w14:paraId="73B274F6" w14:textId="77777777" w:rsidR="00675843" w:rsidRPr="003D4DF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4DF0" w14:paraId="0231796F" w14:textId="77777777" w:rsidTr="003679B1">
        <w:tc>
          <w:tcPr>
            <w:tcW w:w="9520" w:type="dxa"/>
          </w:tcPr>
          <w:p w14:paraId="203DE972" w14:textId="77777777" w:rsidR="0085747A" w:rsidRPr="003D4DF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334017" w:rsidRPr="003D4DF0" w14:paraId="543CDC0E" w14:textId="77777777" w:rsidTr="003679B1">
        <w:tc>
          <w:tcPr>
            <w:tcW w:w="9520" w:type="dxa"/>
          </w:tcPr>
          <w:p w14:paraId="3F0C4196" w14:textId="77777777" w:rsidR="00334017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Psychologia przednaukowa</w:t>
            </w:r>
            <w:r w:rsidR="0088712F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, koncepcja duszy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4017" w:rsidRPr="003D4DF0" w14:paraId="5C99C8F6" w14:textId="77777777" w:rsidTr="003679B1">
        <w:tc>
          <w:tcPr>
            <w:tcW w:w="9520" w:type="dxa"/>
          </w:tcPr>
          <w:p w14:paraId="3DD2D748" w14:textId="77777777" w:rsidR="00334017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Początki psychologii jako nauki – psychologia </w:t>
            </w:r>
            <w:r w:rsidR="00AA374B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eksperymentalna </w:t>
            </w: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Wundta</w:t>
            </w:r>
            <w:r w:rsidR="005D27AC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; psychofizjologia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4017" w:rsidRPr="003D4DF0" w14:paraId="5263C98C" w14:textId="77777777" w:rsidTr="003679B1">
        <w:tc>
          <w:tcPr>
            <w:tcW w:w="9520" w:type="dxa"/>
          </w:tcPr>
          <w:p w14:paraId="12BF5D1C" w14:textId="77777777" w:rsidR="00334017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Inne kierunki rozwoju psychologii: fenomenologia, szkoła </w:t>
            </w:r>
            <w:proofErr w:type="spellStart"/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wűrzburska</w:t>
            </w:r>
            <w:proofErr w:type="spellEnd"/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, psychologia aktów i postaci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4017" w:rsidRPr="003D4DF0" w14:paraId="4EA1B9F5" w14:textId="77777777" w:rsidTr="003679B1">
        <w:tc>
          <w:tcPr>
            <w:tcW w:w="9520" w:type="dxa"/>
          </w:tcPr>
          <w:p w14:paraId="5937D98C" w14:textId="77777777" w:rsidR="00334017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Strukturalizm</w:t>
            </w:r>
            <w:r w:rsidR="0070343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 (Wundt, </w:t>
            </w:r>
            <w:proofErr w:type="spellStart"/>
            <w:r w:rsidR="0070343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Titchener</w:t>
            </w:r>
            <w:proofErr w:type="spellEnd"/>
            <w:r w:rsidR="0070343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). Świadomość. Introspekcja 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–</w:t>
            </w:r>
            <w:r w:rsidR="0070343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 kontrowersje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4017" w:rsidRPr="003D4DF0" w14:paraId="0248B3B2" w14:textId="77777777" w:rsidTr="003679B1">
        <w:tc>
          <w:tcPr>
            <w:tcW w:w="9520" w:type="dxa"/>
          </w:tcPr>
          <w:p w14:paraId="2D67CDA3" w14:textId="77777777" w:rsidR="00334017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W odpowiedzi na strukturalizm </w:t>
            </w:r>
            <w:r w:rsidR="0070343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–</w:t>
            </w: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 funkcjonalizm</w:t>
            </w:r>
            <w:r w:rsidR="0070343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 (James, Dewey)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5BBD" w:rsidRPr="003D4DF0" w14:paraId="53CD6DE8" w14:textId="77777777" w:rsidTr="003679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019" w14:textId="77777777" w:rsidR="003F5BBD" w:rsidRPr="003D4DF0" w:rsidRDefault="003F5BBD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Psychoanaliza klasyczna Z. Freuda</w:t>
            </w:r>
            <w:r w:rsidR="008F70F1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: struktura osobowości, topografia </w:t>
            </w:r>
            <w:proofErr w:type="spellStart"/>
            <w:r w:rsidR="008F70F1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umysłu.</w:t>
            </w:r>
            <w:r w:rsidR="008F70F1" w:rsidRPr="003D4DF0">
              <w:rPr>
                <w:rStyle w:val="a"/>
                <w:rFonts w:ascii="Times New Roman" w:hAnsi="Times New Roman"/>
                <w:sz w:val="24"/>
                <w:szCs w:val="24"/>
              </w:rPr>
              <w:t>Psychoanaliza</w:t>
            </w:r>
            <w:proofErr w:type="spellEnd"/>
            <w:r w:rsidR="008F70F1" w:rsidRPr="003D4DF0">
              <w:rPr>
                <w:rStyle w:val="a"/>
                <w:rFonts w:ascii="Times New Roman" w:hAnsi="Times New Roman"/>
                <w:sz w:val="24"/>
                <w:szCs w:val="24"/>
              </w:rPr>
              <w:t xml:space="preserve"> jako nurt terapeutyczny</w:t>
            </w:r>
            <w:r w:rsidR="008732E0">
              <w:rPr>
                <w:rStyle w:val="a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5BBD" w:rsidRPr="003D4DF0" w14:paraId="5986648A" w14:textId="77777777" w:rsidTr="003679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516C" w14:textId="77777777" w:rsidR="003F5BBD" w:rsidRPr="003D4DF0" w:rsidRDefault="00370DFC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Odszczepieńcy</w:t>
            </w:r>
            <w:r w:rsidR="003F5BBD" w:rsidRPr="003D4DF0">
              <w:rPr>
                <w:rFonts w:ascii="Times New Roman" w:hAnsi="Times New Roman"/>
                <w:sz w:val="24"/>
                <w:szCs w:val="24"/>
              </w:rPr>
              <w:t>: Alfred Adler i psychologia indywidualna; Carl Gustav Jung i psychologia analityczna.</w:t>
            </w:r>
            <w:r w:rsidR="00437D9D" w:rsidRPr="003D4DF0">
              <w:rPr>
                <w:rFonts w:ascii="Times New Roman" w:hAnsi="Times New Roman"/>
                <w:sz w:val="24"/>
                <w:szCs w:val="24"/>
              </w:rPr>
              <w:t xml:space="preserve"> Krytyka psychoanalizy</w:t>
            </w:r>
            <w:r w:rsidR="008732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F5BBD" w:rsidRPr="003D4DF0" w14:paraId="10637E61" w14:textId="77777777" w:rsidTr="003679B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6D7" w14:textId="77777777" w:rsidR="003F5BBD" w:rsidRPr="003D4DF0" w:rsidRDefault="003F5BBD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4DF0">
              <w:rPr>
                <w:rFonts w:ascii="Times New Roman" w:hAnsi="Times New Roman"/>
                <w:sz w:val="24"/>
                <w:szCs w:val="24"/>
              </w:rPr>
              <w:lastRenderedPageBreak/>
              <w:t>Neopsychoanaliza</w:t>
            </w:r>
            <w:proofErr w:type="spellEnd"/>
            <w:r w:rsidR="00370DFC" w:rsidRPr="003D4DF0">
              <w:rPr>
                <w:rFonts w:ascii="Times New Roman" w:hAnsi="Times New Roman"/>
                <w:sz w:val="24"/>
                <w:szCs w:val="24"/>
              </w:rPr>
              <w:t>:</w:t>
            </w:r>
            <w:r w:rsidR="00402210" w:rsidRPr="003D4DF0">
              <w:rPr>
                <w:rFonts w:ascii="Times New Roman" w:hAnsi="Times New Roman"/>
                <w:sz w:val="24"/>
                <w:szCs w:val="24"/>
              </w:rPr>
              <w:t xml:space="preserve"> założenia; poglądy </w:t>
            </w:r>
            <w:r w:rsidR="00370DFC" w:rsidRPr="003D4DF0">
              <w:rPr>
                <w:rFonts w:ascii="Times New Roman" w:hAnsi="Times New Roman"/>
                <w:sz w:val="24"/>
                <w:szCs w:val="24"/>
              </w:rPr>
              <w:t xml:space="preserve"> Karen</w:t>
            </w:r>
            <w:r w:rsidR="008732E0">
              <w:rPr>
                <w:rFonts w:ascii="Times New Roman" w:hAnsi="Times New Roman"/>
                <w:sz w:val="24"/>
                <w:szCs w:val="24"/>
              </w:rPr>
              <w:t xml:space="preserve"> Horney 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>oraz Eric</w:t>
            </w:r>
            <w:r w:rsidR="00370DFC" w:rsidRPr="003D4DF0">
              <w:rPr>
                <w:rFonts w:ascii="Times New Roman" w:hAnsi="Times New Roman"/>
                <w:sz w:val="24"/>
                <w:szCs w:val="24"/>
              </w:rPr>
              <w:t>h</w:t>
            </w:r>
            <w:r w:rsidR="00402210" w:rsidRPr="003D4DF0">
              <w:rPr>
                <w:rFonts w:ascii="Times New Roman" w:hAnsi="Times New Roman"/>
                <w:sz w:val="24"/>
                <w:szCs w:val="24"/>
              </w:rPr>
              <w:t>a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 xml:space="preserve"> Fromm</w:t>
            </w:r>
            <w:r w:rsidR="00402210" w:rsidRPr="003D4DF0">
              <w:rPr>
                <w:rFonts w:ascii="Times New Roman" w:hAnsi="Times New Roman"/>
                <w:sz w:val="24"/>
                <w:szCs w:val="24"/>
              </w:rPr>
              <w:t>a</w:t>
            </w:r>
            <w:r w:rsidR="008732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4017" w:rsidRPr="00B35BF7" w14:paraId="63FE107C" w14:textId="77777777" w:rsidTr="003679B1">
        <w:tc>
          <w:tcPr>
            <w:tcW w:w="9520" w:type="dxa"/>
          </w:tcPr>
          <w:p w14:paraId="53F41286" w14:textId="77777777" w:rsidR="00235EBB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Style w:val="ff2"/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Behawioryzm</w:t>
            </w:r>
            <w:r w:rsidR="00374792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  <w:r w:rsidR="00AA374B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 J. Watson, B. Skinner,</w:t>
            </w:r>
            <w:r w:rsidR="00374792" w:rsidRPr="003D4DF0">
              <w:rPr>
                <w:rFonts w:ascii="Times New Roman" w:hAnsi="Times New Roman"/>
                <w:sz w:val="24"/>
                <w:szCs w:val="24"/>
              </w:rPr>
              <w:t xml:space="preserve"> wkład zoopsychologii,  Edwarda </w:t>
            </w:r>
            <w:proofErr w:type="spellStart"/>
            <w:r w:rsidR="00AA374B" w:rsidRPr="003D4DF0">
              <w:rPr>
                <w:rFonts w:ascii="Times New Roman" w:hAnsi="Times New Roman"/>
                <w:sz w:val="24"/>
                <w:szCs w:val="24"/>
              </w:rPr>
              <w:t>T</w:t>
            </w:r>
            <w:r w:rsidR="00374792" w:rsidRPr="003D4DF0">
              <w:rPr>
                <w:rFonts w:ascii="Times New Roman" w:hAnsi="Times New Roman"/>
                <w:sz w:val="24"/>
                <w:szCs w:val="24"/>
              </w:rPr>
              <w:t>hordnike'a</w:t>
            </w:r>
            <w:proofErr w:type="spellEnd"/>
            <w:r w:rsidR="00374792" w:rsidRPr="003D4DF0">
              <w:rPr>
                <w:rFonts w:ascii="Times New Roman" w:hAnsi="Times New Roman"/>
                <w:sz w:val="24"/>
                <w:szCs w:val="24"/>
              </w:rPr>
              <w:t xml:space="preserve"> i Iwana </w:t>
            </w:r>
            <w:proofErr w:type="spellStart"/>
            <w:r w:rsidR="00374792" w:rsidRPr="003D4DF0">
              <w:rPr>
                <w:rFonts w:ascii="Times New Roman" w:hAnsi="Times New Roman"/>
                <w:sz w:val="24"/>
                <w:szCs w:val="24"/>
              </w:rPr>
              <w:t>Pawłowa.</w:t>
            </w:r>
            <w:r w:rsidR="00437D9D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Krytyka</w:t>
            </w:r>
            <w:proofErr w:type="spellEnd"/>
            <w:r w:rsidR="00437D9D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37D9D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behawioryznu</w:t>
            </w:r>
            <w:proofErr w:type="spellEnd"/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  <w:p w14:paraId="55777CDD" w14:textId="77777777" w:rsidR="00334017" w:rsidRPr="003D4DF0" w:rsidRDefault="00374792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4DF0">
              <w:rPr>
                <w:rStyle w:val="ff2"/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334017" w:rsidRPr="003D4DF0">
              <w:rPr>
                <w:rStyle w:val="ff2"/>
                <w:rFonts w:ascii="Times New Roman" w:hAnsi="Times New Roman"/>
                <w:sz w:val="24"/>
                <w:szCs w:val="24"/>
                <w:lang w:val="en-US"/>
              </w:rPr>
              <w:t>eobehawioryzm</w:t>
            </w:r>
            <w:proofErr w:type="spellEnd"/>
            <w:r w:rsidR="00334017" w:rsidRPr="003D4DF0">
              <w:rPr>
                <w:rStyle w:val="ff2"/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8732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Edward </w:t>
            </w:r>
            <w:proofErr w:type="spellStart"/>
            <w:r w:rsidR="008732E0">
              <w:rPr>
                <w:rFonts w:ascii="Times New Roman" w:hAnsi="Times New Roman"/>
                <w:sz w:val="24"/>
                <w:szCs w:val="24"/>
                <w:lang w:val="en-US"/>
              </w:rPr>
              <w:t>Tolmana</w:t>
            </w:r>
            <w:proofErr w:type="spellEnd"/>
            <w:r w:rsidR="008732E0">
              <w:rPr>
                <w:rFonts w:ascii="Times New Roman" w:hAnsi="Times New Roman"/>
                <w:sz w:val="24"/>
                <w:szCs w:val="24"/>
                <w:lang w:val="en-US"/>
              </w:rPr>
              <w:t>, Clark Hull.</w:t>
            </w:r>
          </w:p>
        </w:tc>
      </w:tr>
      <w:tr w:rsidR="00334017" w:rsidRPr="003D4DF0" w14:paraId="2893A9F6" w14:textId="77777777" w:rsidTr="003679B1">
        <w:tc>
          <w:tcPr>
            <w:tcW w:w="9520" w:type="dxa"/>
          </w:tcPr>
          <w:p w14:paraId="24CB5BF6" w14:textId="77777777" w:rsidR="00334017" w:rsidRPr="003D4DF0" w:rsidRDefault="00334017" w:rsidP="0070343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Psychologia humanistyczna</w:t>
            </w:r>
            <w:r w:rsidR="00437D9D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, psychologia „</w:t>
            </w:r>
            <w:proofErr w:type="spellStart"/>
            <w:r w:rsidR="00437D9D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ja”</w:t>
            </w:r>
            <w:r w:rsidR="00402210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,krytyka</w:t>
            </w:r>
            <w:proofErr w:type="spellEnd"/>
            <w:r w:rsidR="00402210" w:rsidRPr="003D4DF0">
              <w:rPr>
                <w:rStyle w:val="ff2"/>
                <w:rFonts w:ascii="Times New Roman" w:hAnsi="Times New Roman"/>
                <w:sz w:val="24"/>
                <w:szCs w:val="24"/>
              </w:rPr>
              <w:t xml:space="preserve">; </w:t>
            </w:r>
            <w:r w:rsidR="00437D9D" w:rsidRPr="003D4DF0">
              <w:rPr>
                <w:rStyle w:val="ff2"/>
                <w:rFonts w:ascii="Times New Roman" w:hAnsi="Times New Roman"/>
                <w:sz w:val="24"/>
                <w:szCs w:val="24"/>
              </w:rPr>
              <w:t>Psychologia egzystencjalna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4017" w:rsidRPr="003D4DF0" w14:paraId="50095CB5" w14:textId="77777777" w:rsidTr="003679B1">
        <w:tc>
          <w:tcPr>
            <w:tcW w:w="9520" w:type="dxa"/>
          </w:tcPr>
          <w:p w14:paraId="43EC01AF" w14:textId="77777777" w:rsidR="00334017" w:rsidRPr="003D4DF0" w:rsidRDefault="00334017" w:rsidP="00703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Style w:val="ff2"/>
                <w:rFonts w:ascii="Times New Roman" w:hAnsi="Times New Roman"/>
                <w:sz w:val="24"/>
                <w:szCs w:val="24"/>
              </w:rPr>
              <w:t>Historia polskiej psychologii w zarysie</w:t>
            </w:r>
            <w:r w:rsidR="008732E0">
              <w:rPr>
                <w:rStyle w:val="ff2"/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12366632" w14:textId="77777777" w:rsidR="0085747A" w:rsidRPr="003D4DF0" w:rsidRDefault="0085747A" w:rsidP="003F5BBD">
      <w:pPr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</w:p>
    <w:p w14:paraId="4BFB48DB" w14:textId="77777777" w:rsidR="0085747A" w:rsidRPr="003D4D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D4DF0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3D4DF0">
        <w:rPr>
          <w:rFonts w:ascii="Times New Roman" w:hAnsi="Times New Roman"/>
          <w:sz w:val="24"/>
          <w:szCs w:val="24"/>
        </w:rPr>
        <w:t xml:space="preserve">, </w:t>
      </w:r>
      <w:r w:rsidRPr="003D4DF0">
        <w:rPr>
          <w:rFonts w:ascii="Times New Roman" w:hAnsi="Times New Roman"/>
          <w:sz w:val="24"/>
          <w:szCs w:val="24"/>
        </w:rPr>
        <w:t xml:space="preserve">zajęć praktycznych </w:t>
      </w:r>
    </w:p>
    <w:p w14:paraId="0226D859" w14:textId="77777777" w:rsidR="0085747A" w:rsidRPr="003D4DF0" w:rsidRDefault="000C4C15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27467931" w14:textId="77777777" w:rsidR="0085747A" w:rsidRPr="003D4DF0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3D4DF0">
        <w:rPr>
          <w:smallCaps w:val="0"/>
          <w:szCs w:val="24"/>
        </w:rPr>
        <w:t>3.4 Metody dydaktyczne</w:t>
      </w:r>
    </w:p>
    <w:p w14:paraId="55A422BF" w14:textId="77777777" w:rsidR="0085747A" w:rsidRPr="003D4DF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4D5D0FB" w14:textId="77777777" w:rsidR="00963811" w:rsidRPr="00FD444E" w:rsidRDefault="00963811" w:rsidP="009C54AE">
      <w:pPr>
        <w:pStyle w:val="Punktygwne"/>
        <w:spacing w:before="0" w:after="0"/>
        <w:jc w:val="both"/>
        <w:rPr>
          <w:b w:val="0"/>
          <w:bCs/>
          <w:smallCaps w:val="0"/>
          <w:szCs w:val="24"/>
        </w:rPr>
      </w:pPr>
      <w:r w:rsidRPr="00FD444E">
        <w:rPr>
          <w:b w:val="0"/>
          <w:bCs/>
          <w:smallCaps w:val="0"/>
          <w:szCs w:val="24"/>
        </w:rPr>
        <w:t>Wykład z prezentacją multimedialną</w:t>
      </w:r>
    </w:p>
    <w:p w14:paraId="69BEED9F" w14:textId="77777777" w:rsidR="0085747A" w:rsidRPr="003D4DF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CAECEB1" w14:textId="77777777" w:rsidR="0085747A" w:rsidRPr="003D4DF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3D4DF0">
        <w:rPr>
          <w:smallCaps w:val="0"/>
          <w:szCs w:val="24"/>
        </w:rPr>
        <w:t xml:space="preserve">4. </w:t>
      </w:r>
      <w:r w:rsidR="0085747A" w:rsidRPr="003D4DF0">
        <w:rPr>
          <w:smallCaps w:val="0"/>
          <w:szCs w:val="24"/>
        </w:rPr>
        <w:t>METODY I KRYTERIA OCENY</w:t>
      </w:r>
    </w:p>
    <w:p w14:paraId="393C45A7" w14:textId="77777777" w:rsidR="00923D7D" w:rsidRPr="003D4DF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848D9FA" w14:textId="77777777" w:rsidR="0085747A" w:rsidRPr="003D4DF0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D4DF0">
        <w:rPr>
          <w:smallCaps w:val="0"/>
          <w:szCs w:val="24"/>
        </w:rPr>
        <w:t xml:space="preserve">4.1 Sposoby weryfikacji efektów </w:t>
      </w:r>
      <w:r w:rsidR="00C05F44" w:rsidRPr="003D4DF0">
        <w:rPr>
          <w:smallCaps w:val="0"/>
          <w:szCs w:val="24"/>
        </w:rPr>
        <w:t>uczenia się</w:t>
      </w:r>
    </w:p>
    <w:p w14:paraId="7DDF4281" w14:textId="77777777" w:rsidR="0085747A" w:rsidRPr="003D4DF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D4DF0" w14:paraId="262628DD" w14:textId="77777777" w:rsidTr="00237704">
        <w:tc>
          <w:tcPr>
            <w:tcW w:w="1962" w:type="dxa"/>
            <w:vAlign w:val="center"/>
          </w:tcPr>
          <w:p w14:paraId="79074446" w14:textId="77777777" w:rsidR="0085747A" w:rsidRPr="003D4DF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D3238C" w14:textId="77777777" w:rsidR="0085747A" w:rsidRPr="003D4DF0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3D4DF0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077DEA" w14:textId="77777777" w:rsidR="0085747A" w:rsidRPr="003D4DF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3D4DF0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763B7E" w14:textId="77777777" w:rsidR="00923D7D" w:rsidRPr="003D4DF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9D5478A" w14:textId="77777777" w:rsidR="0085747A" w:rsidRPr="003D4DF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4DF0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3D4DF0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235EBB" w:rsidRPr="003D4DF0" w14:paraId="57876D9B" w14:textId="77777777" w:rsidTr="00237704">
        <w:tc>
          <w:tcPr>
            <w:tcW w:w="1962" w:type="dxa"/>
          </w:tcPr>
          <w:p w14:paraId="20FA74D0" w14:textId="77777777" w:rsidR="00235EBB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8732E0">
              <w:rPr>
                <w:rFonts w:ascii="Times New Roman" w:hAnsi="Times New Roman"/>
                <w:sz w:val="24"/>
                <w:szCs w:val="24"/>
              </w:rPr>
              <w:t>_</w:t>
            </w:r>
            <w:r w:rsidR="00235EBB" w:rsidRPr="007B171D">
              <w:rPr>
                <w:rFonts w:ascii="Times New Roman" w:hAnsi="Times New Roman"/>
                <w:sz w:val="24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436010D3" w14:textId="77777777" w:rsidR="00235EBB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57725082" w14:textId="77777777" w:rsidR="00235EBB" w:rsidRPr="007B171D" w:rsidRDefault="00235EBB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237704" w:rsidRPr="003D4DF0" w14:paraId="45C79C1B" w14:textId="77777777" w:rsidTr="00237704">
        <w:tc>
          <w:tcPr>
            <w:tcW w:w="1962" w:type="dxa"/>
          </w:tcPr>
          <w:p w14:paraId="0184C01C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E</w:t>
            </w:r>
            <w:r w:rsidR="007B171D">
              <w:rPr>
                <w:rFonts w:ascii="Times New Roman" w:hAnsi="Times New Roman"/>
                <w:sz w:val="24"/>
                <w:szCs w:val="24"/>
              </w:rPr>
              <w:t>K</w:t>
            </w:r>
            <w:r w:rsidR="008732E0">
              <w:rPr>
                <w:rFonts w:ascii="Times New Roman" w:hAnsi="Times New Roman"/>
                <w:sz w:val="24"/>
                <w:szCs w:val="24"/>
              </w:rPr>
              <w:t>_</w:t>
            </w:r>
            <w:r w:rsidRPr="007B171D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441" w:type="dxa"/>
          </w:tcPr>
          <w:p w14:paraId="5CCA9BC1" w14:textId="77777777" w:rsidR="00237704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63C6340C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237704" w:rsidRPr="003D4DF0" w14:paraId="38DFB89A" w14:textId="77777777" w:rsidTr="00237704">
        <w:tc>
          <w:tcPr>
            <w:tcW w:w="1962" w:type="dxa"/>
          </w:tcPr>
          <w:p w14:paraId="15BC994B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7F5191C8" w14:textId="77777777" w:rsidR="00237704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7752A70E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237704" w:rsidRPr="003D4DF0" w14:paraId="2E8C277E" w14:textId="77777777" w:rsidTr="00237704">
        <w:tc>
          <w:tcPr>
            <w:tcW w:w="1962" w:type="dxa"/>
          </w:tcPr>
          <w:p w14:paraId="79B9B0CD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63C0A5E7" w14:textId="77777777" w:rsidR="00237704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70A96B74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237704" w:rsidRPr="003D4DF0" w14:paraId="3DF671A5" w14:textId="77777777" w:rsidTr="00237704">
        <w:tc>
          <w:tcPr>
            <w:tcW w:w="1962" w:type="dxa"/>
          </w:tcPr>
          <w:p w14:paraId="51D3EB68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49FADE6E" w14:textId="77777777" w:rsidR="00237704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38340026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237704" w:rsidRPr="003D4DF0" w14:paraId="2BE7C671" w14:textId="77777777" w:rsidTr="00237704">
        <w:tc>
          <w:tcPr>
            <w:tcW w:w="1962" w:type="dxa"/>
          </w:tcPr>
          <w:p w14:paraId="3272977E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712A7A5D" w14:textId="77777777" w:rsidR="00237704" w:rsidRPr="007B171D" w:rsidRDefault="007B171D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05A52777" w14:textId="77777777" w:rsidR="00237704" w:rsidRPr="007B171D" w:rsidRDefault="0023770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3F5454" w:rsidRPr="003D4DF0" w14:paraId="74010A96" w14:textId="77777777" w:rsidTr="00237704">
        <w:tc>
          <w:tcPr>
            <w:tcW w:w="1962" w:type="dxa"/>
          </w:tcPr>
          <w:p w14:paraId="75B49817" w14:textId="77777777" w:rsidR="003F5454" w:rsidRPr="007B171D" w:rsidRDefault="003F545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EK_0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2C3BAFA8" w14:textId="77777777" w:rsidR="003F5454" w:rsidRPr="007B171D" w:rsidRDefault="003F545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  <w:tc>
          <w:tcPr>
            <w:tcW w:w="2117" w:type="dxa"/>
          </w:tcPr>
          <w:p w14:paraId="08CE78E8" w14:textId="77777777" w:rsidR="003F5454" w:rsidRPr="007B171D" w:rsidRDefault="003F5454" w:rsidP="00FD4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71D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</w:tbl>
    <w:p w14:paraId="67000012" w14:textId="77777777" w:rsidR="007B171D" w:rsidRPr="003D4DF0" w:rsidRDefault="007B171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60F9BD1" w14:textId="77777777" w:rsidR="0085747A" w:rsidRPr="003D4DF0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D4DF0">
        <w:rPr>
          <w:smallCaps w:val="0"/>
          <w:szCs w:val="24"/>
        </w:rPr>
        <w:t xml:space="preserve">4.2 </w:t>
      </w:r>
      <w:r w:rsidR="0085747A" w:rsidRPr="003D4DF0">
        <w:rPr>
          <w:smallCaps w:val="0"/>
          <w:szCs w:val="24"/>
        </w:rPr>
        <w:t>Warunki zaliczenia przedmiotu (kryteria oceniania)</w:t>
      </w:r>
    </w:p>
    <w:p w14:paraId="1FD95C45" w14:textId="77777777" w:rsidR="00923D7D" w:rsidRPr="003D4DF0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4DF0" w14:paraId="4DF91303" w14:textId="77777777" w:rsidTr="00923D7D">
        <w:tc>
          <w:tcPr>
            <w:tcW w:w="9670" w:type="dxa"/>
          </w:tcPr>
          <w:p w14:paraId="70B59782" w14:textId="77777777" w:rsidR="0085747A" w:rsidRPr="003D4DF0" w:rsidRDefault="002F12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Warunkiem zaliczenia wykładu są:</w:t>
            </w:r>
          </w:p>
          <w:p w14:paraId="01824B45" w14:textId="77777777" w:rsidR="00F97876" w:rsidRPr="003D4DF0" w:rsidRDefault="003679B1" w:rsidP="003679B1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Zaliczenie testu pisemnego. Zaliczenie bez oceny. Zaliczenie obejmuje zadana lekturę i treści z wykładu.</w:t>
            </w:r>
          </w:p>
          <w:p w14:paraId="7E8E3F0C" w14:textId="77777777" w:rsidR="003679B1" w:rsidRPr="003D4DF0" w:rsidRDefault="003679B1" w:rsidP="003679B1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Kryteria: 0-7 pkt brak zaliczenia</w:t>
            </w:r>
          </w:p>
          <w:p w14:paraId="3215BD47" w14:textId="77777777" w:rsidR="003679B1" w:rsidRPr="003D4DF0" w:rsidRDefault="003679B1" w:rsidP="003679B1">
            <w:pPr>
              <w:pStyle w:val="Punktygwne"/>
              <w:spacing w:before="0" w:after="0"/>
              <w:ind w:left="72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8-20 pkt zaliczenie</w:t>
            </w:r>
          </w:p>
          <w:p w14:paraId="070B0CDC" w14:textId="77777777" w:rsidR="0085747A" w:rsidRPr="003D4DF0" w:rsidRDefault="00F97876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2. Obecność na wykładach (dopuszczalna jedna nieobecność nieusprawiedliwiona)</w:t>
            </w:r>
            <w:r w:rsidR="00235EBB" w:rsidRPr="003D4DF0">
              <w:rPr>
                <w:b w:val="0"/>
                <w:smallCaps w:val="0"/>
                <w:szCs w:val="24"/>
              </w:rPr>
              <w:t>.</w:t>
            </w:r>
          </w:p>
        </w:tc>
      </w:tr>
    </w:tbl>
    <w:p w14:paraId="675B31AE" w14:textId="77777777" w:rsidR="0085747A" w:rsidRPr="003D4DF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08DC704" w14:textId="77777777" w:rsidR="009F4610" w:rsidRPr="003D4DF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D4DF0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3D4DF0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8A005" w14:textId="77777777" w:rsidR="0085747A" w:rsidRPr="003D4DF0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9"/>
        <w:gridCol w:w="3821"/>
      </w:tblGrid>
      <w:tr w:rsidR="0085747A" w:rsidRPr="003D4DF0" w14:paraId="44B5F926" w14:textId="77777777" w:rsidTr="007B171D">
        <w:tc>
          <w:tcPr>
            <w:tcW w:w="5699" w:type="dxa"/>
            <w:vAlign w:val="center"/>
          </w:tcPr>
          <w:p w14:paraId="2DBFC92B" w14:textId="77777777" w:rsidR="0085747A" w:rsidRPr="003D4D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DF0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3D4DF0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3D4DF0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3821" w:type="dxa"/>
            <w:vAlign w:val="center"/>
          </w:tcPr>
          <w:p w14:paraId="319538EF" w14:textId="77777777" w:rsidR="0085747A" w:rsidRPr="003D4D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DF0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3D4DF0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3D4DF0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4DF0" w14:paraId="67124F2B" w14:textId="77777777" w:rsidTr="007B171D">
        <w:tc>
          <w:tcPr>
            <w:tcW w:w="5699" w:type="dxa"/>
          </w:tcPr>
          <w:p w14:paraId="1423F5DB" w14:textId="77777777" w:rsidR="0085747A" w:rsidRPr="003D4DF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3D4DF0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3D4DF0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3D4DF0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3D4DF0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3821" w:type="dxa"/>
          </w:tcPr>
          <w:p w14:paraId="429B9E3D" w14:textId="77777777" w:rsidR="0085747A" w:rsidRPr="003D4DF0" w:rsidRDefault="00370DFC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61DC5" w:rsidRPr="003D4DF0" w14:paraId="784898C8" w14:textId="77777777" w:rsidTr="007B171D">
        <w:tc>
          <w:tcPr>
            <w:tcW w:w="5699" w:type="dxa"/>
          </w:tcPr>
          <w:p w14:paraId="447409A0" w14:textId="77777777" w:rsidR="00C61DC5" w:rsidRPr="003D4DF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3D4DF0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32A21345" w14:textId="77777777" w:rsidR="00C61DC5" w:rsidRDefault="00BE50B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3D4DF0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0ECA173C" w14:textId="77777777" w:rsidR="00BE50B0" w:rsidRPr="003D4DF0" w:rsidRDefault="00BE50B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teście końcowym</w:t>
            </w:r>
          </w:p>
        </w:tc>
        <w:tc>
          <w:tcPr>
            <w:tcW w:w="3821" w:type="dxa"/>
          </w:tcPr>
          <w:p w14:paraId="79EA121D" w14:textId="77777777" w:rsidR="00070127" w:rsidRPr="003D4DF0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C5E104" w14:textId="77777777" w:rsidR="00070127" w:rsidRPr="003D4DF0" w:rsidRDefault="00BE50B0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956214E" w14:textId="77777777" w:rsidR="00070127" w:rsidRPr="003D4DF0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1DC5" w:rsidRPr="003D4DF0" w14:paraId="25D5CC38" w14:textId="77777777" w:rsidTr="007B171D">
        <w:tc>
          <w:tcPr>
            <w:tcW w:w="5699" w:type="dxa"/>
          </w:tcPr>
          <w:p w14:paraId="141A1CC8" w14:textId="77777777" w:rsidR="0071620A" w:rsidRPr="003D4DF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3D4DF0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3D4DF0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BE5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8CEDC54" w14:textId="77777777" w:rsidR="00C61DC5" w:rsidRDefault="00BE50B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studiowanie zadanych lektur</w:t>
            </w:r>
          </w:p>
          <w:p w14:paraId="42E75AC8" w14:textId="77777777" w:rsidR="00BE50B0" w:rsidRPr="003D4DF0" w:rsidRDefault="00BE50B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testu</w:t>
            </w:r>
          </w:p>
        </w:tc>
        <w:tc>
          <w:tcPr>
            <w:tcW w:w="3821" w:type="dxa"/>
          </w:tcPr>
          <w:p w14:paraId="40928372" w14:textId="77777777" w:rsidR="00C61DC5" w:rsidRDefault="00C61DC5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FC98F9E" w14:textId="77777777" w:rsidR="00BE50B0" w:rsidRPr="003D4DF0" w:rsidRDefault="00BE50B0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978D20" w14:textId="77777777" w:rsidR="00BE11DD" w:rsidRPr="003D4DF0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0B0DA73F" w14:textId="77777777" w:rsidR="00EF6843" w:rsidRPr="003D4DF0" w:rsidRDefault="00070127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</w:tr>
      <w:tr w:rsidR="0085747A" w:rsidRPr="003D4DF0" w14:paraId="09255316" w14:textId="77777777" w:rsidTr="007B171D">
        <w:tc>
          <w:tcPr>
            <w:tcW w:w="5699" w:type="dxa"/>
          </w:tcPr>
          <w:p w14:paraId="160850E3" w14:textId="77777777" w:rsidR="0085747A" w:rsidRPr="003D4DF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821" w:type="dxa"/>
          </w:tcPr>
          <w:p w14:paraId="5813C2CF" w14:textId="77777777" w:rsidR="0085747A" w:rsidRPr="003D4DF0" w:rsidRDefault="00370DFC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3D4DF0" w14:paraId="0F5FABCF" w14:textId="77777777" w:rsidTr="007B171D">
        <w:tc>
          <w:tcPr>
            <w:tcW w:w="5699" w:type="dxa"/>
          </w:tcPr>
          <w:p w14:paraId="77F1208C" w14:textId="77777777" w:rsidR="0085747A" w:rsidRPr="003D4DF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4DF0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1" w:type="dxa"/>
          </w:tcPr>
          <w:p w14:paraId="787A857B" w14:textId="77777777" w:rsidR="0085747A" w:rsidRPr="008732E0" w:rsidRDefault="00370DFC" w:rsidP="00FD444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32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44EDBDE" w14:textId="77777777" w:rsidR="0085747A" w:rsidRPr="003D4DF0" w:rsidRDefault="00923D7D" w:rsidP="00FD444E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3D4DF0">
        <w:rPr>
          <w:b w:val="0"/>
          <w:i/>
          <w:smallCaps w:val="0"/>
          <w:szCs w:val="24"/>
        </w:rPr>
        <w:t xml:space="preserve">* </w:t>
      </w:r>
      <w:r w:rsidR="00C61DC5" w:rsidRPr="003D4DF0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55D247" w14:textId="77777777" w:rsidR="003E1941" w:rsidRPr="003D4DF0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770C695" w14:textId="77777777" w:rsidR="0085747A" w:rsidRPr="003D4DF0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3D4DF0">
        <w:rPr>
          <w:smallCaps w:val="0"/>
          <w:szCs w:val="24"/>
        </w:rPr>
        <w:t xml:space="preserve">6. </w:t>
      </w:r>
      <w:r w:rsidR="0085747A" w:rsidRPr="003D4DF0">
        <w:rPr>
          <w:smallCaps w:val="0"/>
          <w:szCs w:val="24"/>
        </w:rPr>
        <w:t>PRAKTYKI ZAWO</w:t>
      </w:r>
      <w:r w:rsidR="009D3F3B" w:rsidRPr="003D4DF0">
        <w:rPr>
          <w:smallCaps w:val="0"/>
          <w:szCs w:val="24"/>
        </w:rPr>
        <w:t>DOWE W RAMACH PRZEDMIOTU</w:t>
      </w:r>
    </w:p>
    <w:p w14:paraId="7C7F2555" w14:textId="77777777" w:rsidR="0085747A" w:rsidRPr="003D4DF0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685"/>
      </w:tblGrid>
      <w:tr w:rsidR="0085747A" w:rsidRPr="003D4DF0" w14:paraId="5C3090A9" w14:textId="77777777" w:rsidTr="008732E0">
        <w:trPr>
          <w:trHeight w:val="397"/>
        </w:trPr>
        <w:tc>
          <w:tcPr>
            <w:tcW w:w="3828" w:type="dxa"/>
          </w:tcPr>
          <w:p w14:paraId="34C81A9A" w14:textId="77777777" w:rsidR="0085747A" w:rsidRPr="003D4DF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85" w:type="dxa"/>
          </w:tcPr>
          <w:p w14:paraId="7BB14EFF" w14:textId="77777777" w:rsidR="0085747A" w:rsidRPr="003D4DF0" w:rsidRDefault="008732E0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D4DF0" w14:paraId="3F1DC1EC" w14:textId="77777777" w:rsidTr="008732E0">
        <w:trPr>
          <w:trHeight w:val="397"/>
        </w:trPr>
        <w:tc>
          <w:tcPr>
            <w:tcW w:w="3828" w:type="dxa"/>
          </w:tcPr>
          <w:p w14:paraId="4E2A7F55" w14:textId="77777777" w:rsidR="0085747A" w:rsidRPr="003D4DF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4DF0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85" w:type="dxa"/>
          </w:tcPr>
          <w:p w14:paraId="4F63B4D9" w14:textId="77777777" w:rsidR="0085747A" w:rsidRPr="003D4DF0" w:rsidRDefault="008732E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3A55372" w14:textId="77777777" w:rsidR="003E1941" w:rsidRPr="003D4DF0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87F3F04" w14:textId="77777777" w:rsidR="0085747A" w:rsidRPr="003D4DF0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3D4DF0">
        <w:rPr>
          <w:smallCaps w:val="0"/>
          <w:szCs w:val="24"/>
        </w:rPr>
        <w:t xml:space="preserve">7. </w:t>
      </w:r>
      <w:r w:rsidR="0085747A" w:rsidRPr="003D4DF0">
        <w:rPr>
          <w:smallCaps w:val="0"/>
          <w:szCs w:val="24"/>
        </w:rPr>
        <w:t>LITERATURA</w:t>
      </w:r>
    </w:p>
    <w:p w14:paraId="34A14702" w14:textId="77777777" w:rsidR="00675843" w:rsidRPr="003D4DF0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3D4DF0" w14:paraId="3B160423" w14:textId="77777777" w:rsidTr="00FD444E">
        <w:trPr>
          <w:trHeight w:val="397"/>
        </w:trPr>
        <w:tc>
          <w:tcPr>
            <w:tcW w:w="9356" w:type="dxa"/>
          </w:tcPr>
          <w:p w14:paraId="2A2DE74D" w14:textId="77777777" w:rsidR="00FD444E" w:rsidRPr="00FD444E" w:rsidRDefault="00FD444E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444E">
              <w:rPr>
                <w:rFonts w:ascii="Times New Roman" w:hAnsi="Times New Roman"/>
                <w:b/>
                <w:sz w:val="24"/>
                <w:szCs w:val="24"/>
              </w:rPr>
              <w:t>Literatura podstawowa:</w:t>
            </w:r>
          </w:p>
          <w:p w14:paraId="3E0F4B11" w14:textId="77777777" w:rsidR="00374792" w:rsidRPr="003D4DF0" w:rsidRDefault="00FD444E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Stachowski, R. (2004).</w:t>
            </w:r>
            <w:r w:rsidR="00374792" w:rsidRPr="00FD444E">
              <w:rPr>
                <w:rFonts w:ascii="Times New Roman" w:hAnsi="Times New Roman"/>
                <w:i/>
                <w:sz w:val="24"/>
                <w:szCs w:val="24"/>
              </w:rPr>
              <w:t>Historia współczesnej myśli psychologicznej</w:t>
            </w:r>
            <w:r w:rsidR="00374792" w:rsidRPr="003D4DF0">
              <w:rPr>
                <w:rFonts w:ascii="Times New Roman" w:hAnsi="Times New Roman"/>
                <w:sz w:val="24"/>
                <w:szCs w:val="24"/>
              </w:rPr>
              <w:t>. Warszawa: Scholar</w:t>
            </w:r>
          </w:p>
          <w:p w14:paraId="6BBF99B3" w14:textId="77777777" w:rsidR="00D8160F" w:rsidRPr="003D4DF0" w:rsidRDefault="00FD444E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Stachowski, </w:t>
            </w:r>
            <w:r w:rsidR="00D8160F" w:rsidRPr="003D4DF0">
              <w:rPr>
                <w:rFonts w:ascii="Times New Roman" w:hAnsi="Times New Roman"/>
                <w:sz w:val="24"/>
                <w:szCs w:val="24"/>
              </w:rPr>
              <w:t xml:space="preserve">R., </w:t>
            </w:r>
            <w:proofErr w:type="spellStart"/>
            <w:r w:rsidR="00D8160F" w:rsidRPr="003D4DF0">
              <w:rPr>
                <w:rFonts w:ascii="Times New Roman" w:hAnsi="Times New Roman"/>
                <w:sz w:val="24"/>
                <w:szCs w:val="24"/>
              </w:rPr>
              <w:t>Dobroczyński</w:t>
            </w:r>
            <w:proofErr w:type="spellEnd"/>
            <w:r w:rsidR="00D8160F" w:rsidRPr="003D4DF0">
              <w:rPr>
                <w:rFonts w:ascii="Times New Roman" w:hAnsi="Times New Roman"/>
                <w:sz w:val="24"/>
                <w:szCs w:val="24"/>
              </w:rPr>
              <w:t xml:space="preserve"> B. (2008). Historia psychologii: od Wundta do czasów najnowszych. W: J. </w:t>
            </w:r>
            <w:proofErr w:type="spellStart"/>
            <w:r w:rsidR="00D8160F" w:rsidRPr="003D4DF0">
              <w:rPr>
                <w:rFonts w:ascii="Times New Roman" w:hAnsi="Times New Roman"/>
                <w:sz w:val="24"/>
                <w:szCs w:val="24"/>
              </w:rPr>
              <w:t>Strelau</w:t>
            </w:r>
            <w:proofErr w:type="spellEnd"/>
            <w:r w:rsidR="00D8160F" w:rsidRPr="003D4DF0">
              <w:rPr>
                <w:rFonts w:ascii="Times New Roman" w:hAnsi="Times New Roman"/>
                <w:sz w:val="24"/>
                <w:szCs w:val="24"/>
              </w:rPr>
              <w:t xml:space="preserve"> (red.), </w:t>
            </w:r>
            <w:r w:rsidR="00D8160F" w:rsidRPr="00FD444E">
              <w:rPr>
                <w:rFonts w:ascii="Times New Roman" w:hAnsi="Times New Roman"/>
                <w:i/>
                <w:sz w:val="24"/>
                <w:szCs w:val="24"/>
              </w:rPr>
              <w:t>Psychologia. Podręcznik akademicki (tom I).</w:t>
            </w:r>
            <w:r w:rsidR="00D8160F" w:rsidRPr="003D4DF0">
              <w:rPr>
                <w:rFonts w:ascii="Times New Roman" w:hAnsi="Times New Roman"/>
                <w:sz w:val="24"/>
                <w:szCs w:val="24"/>
              </w:rPr>
              <w:t xml:space="preserve"> Gdańsk: GWP.</w:t>
            </w:r>
          </w:p>
          <w:p w14:paraId="30784FA8" w14:textId="77777777" w:rsidR="00374792" w:rsidRPr="003D4DF0" w:rsidRDefault="00FD444E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Benjamin, L.T. (2008).</w:t>
            </w:r>
            <w:r w:rsidR="00374792" w:rsidRPr="00FD444E">
              <w:rPr>
                <w:rFonts w:ascii="Times New Roman" w:hAnsi="Times New Roman"/>
                <w:i/>
                <w:sz w:val="24"/>
                <w:szCs w:val="24"/>
              </w:rPr>
              <w:t xml:space="preserve">Historia współczesnej </w:t>
            </w:r>
            <w:r w:rsidR="00D8160F" w:rsidRPr="00FD444E">
              <w:rPr>
                <w:rFonts w:ascii="Times New Roman" w:hAnsi="Times New Roman"/>
                <w:i/>
                <w:sz w:val="24"/>
                <w:szCs w:val="24"/>
              </w:rPr>
              <w:t>psychologii</w:t>
            </w:r>
            <w:r w:rsidR="00D8160F" w:rsidRPr="003D4DF0">
              <w:rPr>
                <w:rFonts w:ascii="Times New Roman" w:hAnsi="Times New Roman"/>
                <w:sz w:val="24"/>
                <w:szCs w:val="24"/>
              </w:rPr>
              <w:t>.</w:t>
            </w:r>
            <w:r w:rsidR="00374792" w:rsidRPr="003D4DF0">
              <w:rPr>
                <w:rFonts w:ascii="Times New Roman" w:hAnsi="Times New Roman"/>
                <w:sz w:val="24"/>
                <w:szCs w:val="24"/>
              </w:rPr>
              <w:t xml:space="preserve"> Warszawa: Wydawnictwo Naukowe PWN</w:t>
            </w:r>
          </w:p>
          <w:p w14:paraId="12949B9A" w14:textId="77777777" w:rsidR="00D8160F" w:rsidRPr="003D4DF0" w:rsidRDefault="00FD444E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Rzepa, T.,</w:t>
            </w:r>
            <w:r w:rsidR="00D8160F" w:rsidRPr="003D4D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160F" w:rsidRPr="003D4DF0">
              <w:rPr>
                <w:rFonts w:ascii="Times New Roman" w:hAnsi="Times New Roman"/>
                <w:sz w:val="24"/>
                <w:szCs w:val="24"/>
              </w:rPr>
              <w:t>Dobroczyński</w:t>
            </w:r>
            <w:proofErr w:type="spellEnd"/>
            <w:r w:rsidR="00D8160F" w:rsidRPr="003D4DF0">
              <w:rPr>
                <w:rFonts w:ascii="Times New Roman" w:hAnsi="Times New Roman"/>
                <w:sz w:val="24"/>
                <w:szCs w:val="24"/>
              </w:rPr>
              <w:t xml:space="preserve">, B. (2009). </w:t>
            </w:r>
            <w:r w:rsidR="00D8160F" w:rsidRPr="00FD444E">
              <w:rPr>
                <w:rFonts w:ascii="Times New Roman" w:hAnsi="Times New Roman"/>
                <w:i/>
                <w:sz w:val="24"/>
                <w:szCs w:val="24"/>
              </w:rPr>
              <w:t>Historia polskiej myśli psychologicznej. Gałązki z drzewa Psyche</w:t>
            </w:r>
            <w:r w:rsidR="00D8160F" w:rsidRPr="003D4DF0">
              <w:rPr>
                <w:rFonts w:ascii="Times New Roman" w:hAnsi="Times New Roman"/>
                <w:sz w:val="24"/>
                <w:szCs w:val="24"/>
              </w:rPr>
              <w:t>. Warszawa: Wydawnictwo Naukowe PWN.</w:t>
            </w:r>
          </w:p>
          <w:p w14:paraId="6A2225EE" w14:textId="77777777" w:rsidR="000126CA" w:rsidRPr="003D4DF0" w:rsidRDefault="00513F45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Rosi</w:t>
            </w:r>
            <w:r w:rsidR="00FD444E">
              <w:rPr>
                <w:rFonts w:ascii="Times New Roman" w:hAnsi="Times New Roman"/>
                <w:sz w:val="24"/>
                <w:szCs w:val="24"/>
              </w:rPr>
              <w:t>ńska, Z., Matusewicz, C. (1987)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D444E">
              <w:rPr>
                <w:rFonts w:ascii="Times New Roman" w:hAnsi="Times New Roman"/>
                <w:i/>
                <w:sz w:val="24"/>
                <w:szCs w:val="24"/>
              </w:rPr>
              <w:t>Kierunki współczesnej psychologii ich geneza i rozwój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 xml:space="preserve">. Warszawa: </w:t>
            </w:r>
            <w:r w:rsidR="008F70F1" w:rsidRPr="003D4DF0">
              <w:rPr>
                <w:rFonts w:ascii="Times New Roman" w:hAnsi="Times New Roman"/>
                <w:sz w:val="24"/>
                <w:szCs w:val="24"/>
              </w:rPr>
              <w:t>PWN.</w:t>
            </w:r>
          </w:p>
        </w:tc>
      </w:tr>
      <w:tr w:rsidR="0085747A" w:rsidRPr="00FD444E" w14:paraId="71563862" w14:textId="77777777" w:rsidTr="00FD444E">
        <w:trPr>
          <w:trHeight w:val="397"/>
        </w:trPr>
        <w:tc>
          <w:tcPr>
            <w:tcW w:w="9356" w:type="dxa"/>
          </w:tcPr>
          <w:p w14:paraId="56A98309" w14:textId="77777777" w:rsidR="0085747A" w:rsidRPr="00FD444E" w:rsidRDefault="0085747A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444E">
              <w:rPr>
                <w:rFonts w:ascii="Times New Roman" w:hAnsi="Times New Roman"/>
                <w:b/>
                <w:sz w:val="24"/>
                <w:szCs w:val="24"/>
              </w:rPr>
              <w:t xml:space="preserve">Literatura uzupełniająca: </w:t>
            </w:r>
          </w:p>
          <w:p w14:paraId="4014E5AF" w14:textId="77777777" w:rsidR="00D8160F" w:rsidRPr="003D4DF0" w:rsidRDefault="00D8160F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>Watson</w:t>
            </w:r>
            <w:r w:rsidR="00FD444E">
              <w:rPr>
                <w:rFonts w:ascii="Times New Roman" w:hAnsi="Times New Roman"/>
                <w:sz w:val="24"/>
                <w:szCs w:val="24"/>
              </w:rPr>
              <w:t>,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 xml:space="preserve"> J. B. (1913/2000). Psycholog</w:t>
            </w:r>
            <w:r w:rsidR="00FD444E">
              <w:rPr>
                <w:rFonts w:ascii="Times New Roman" w:hAnsi="Times New Roman"/>
                <w:sz w:val="24"/>
                <w:szCs w:val="24"/>
              </w:rPr>
              <w:t>ia jak ją widzi behawiorysta. W: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 xml:space="preserve"> K. Krzyżewski i J. </w:t>
            </w:r>
            <w:proofErr w:type="spellStart"/>
            <w:r w:rsidRPr="003D4DF0">
              <w:rPr>
                <w:rFonts w:ascii="Times New Roman" w:hAnsi="Times New Roman"/>
                <w:sz w:val="24"/>
                <w:szCs w:val="24"/>
              </w:rPr>
              <w:t>Siuta</w:t>
            </w:r>
            <w:proofErr w:type="spellEnd"/>
            <w:r w:rsidRPr="003D4DF0">
              <w:rPr>
                <w:rFonts w:ascii="Times New Roman" w:hAnsi="Times New Roman"/>
                <w:sz w:val="24"/>
                <w:szCs w:val="24"/>
              </w:rPr>
              <w:t xml:space="preserve"> (red.) </w:t>
            </w:r>
            <w:r w:rsidRPr="00FD444E">
              <w:rPr>
                <w:rFonts w:ascii="Times New Roman" w:hAnsi="Times New Roman"/>
                <w:i/>
                <w:sz w:val="24"/>
                <w:szCs w:val="24"/>
              </w:rPr>
              <w:t>Behawioryzm i psychologia świadomości</w:t>
            </w:r>
            <w:r w:rsidR="00FD444E">
              <w:rPr>
                <w:rFonts w:ascii="Times New Roman" w:hAnsi="Times New Roman"/>
                <w:sz w:val="24"/>
                <w:szCs w:val="24"/>
              </w:rPr>
              <w:t>(</w:t>
            </w:r>
            <w:r w:rsidR="00FD444E" w:rsidRPr="003D4DF0">
              <w:rPr>
                <w:rFonts w:ascii="Times New Roman" w:hAnsi="Times New Roman"/>
                <w:sz w:val="24"/>
                <w:szCs w:val="24"/>
              </w:rPr>
              <w:t>s. 139-154</w:t>
            </w:r>
            <w:r w:rsidR="00FD444E">
              <w:rPr>
                <w:rFonts w:ascii="Times New Roman" w:hAnsi="Times New Roman"/>
                <w:sz w:val="24"/>
                <w:szCs w:val="24"/>
              </w:rPr>
              <w:t>)</w:t>
            </w:r>
            <w:r w:rsidR="00FD444E" w:rsidRPr="003D4D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FD444E" w:rsidRPr="003D4DF0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FD444E">
              <w:rPr>
                <w:rFonts w:ascii="Times New Roman" w:hAnsi="Times New Roman"/>
                <w:sz w:val="24"/>
                <w:szCs w:val="24"/>
              </w:rPr>
              <w:t>:Wyd</w:t>
            </w:r>
            <w:proofErr w:type="spellEnd"/>
            <w:r w:rsidR="00FD444E">
              <w:rPr>
                <w:rFonts w:ascii="Times New Roman" w:hAnsi="Times New Roman"/>
                <w:sz w:val="24"/>
                <w:szCs w:val="24"/>
              </w:rPr>
              <w:t>. UJ.</w:t>
            </w:r>
          </w:p>
          <w:p w14:paraId="7CBC3640" w14:textId="77777777" w:rsidR="00513F45" w:rsidRPr="003D4DF0" w:rsidRDefault="00513F45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4DF0">
              <w:rPr>
                <w:rFonts w:ascii="Times New Roman" w:hAnsi="Times New Roman"/>
                <w:sz w:val="24"/>
                <w:szCs w:val="24"/>
              </w:rPr>
              <w:t xml:space="preserve">Freud, Z. (1940/1994). </w:t>
            </w:r>
            <w:r w:rsidR="00FD444E" w:rsidRPr="00FD444E">
              <w:rPr>
                <w:rFonts w:ascii="Times New Roman" w:hAnsi="Times New Roman"/>
                <w:i/>
                <w:sz w:val="24"/>
                <w:szCs w:val="24"/>
              </w:rPr>
              <w:t xml:space="preserve">Poza zasadą </w:t>
            </w:r>
            <w:proofErr w:type="spellStart"/>
            <w:r w:rsidR="00FD444E" w:rsidRPr="00FD444E">
              <w:rPr>
                <w:rFonts w:ascii="Times New Roman" w:hAnsi="Times New Roman"/>
                <w:i/>
                <w:sz w:val="24"/>
                <w:szCs w:val="24"/>
              </w:rPr>
              <w:t>przyjemności</w:t>
            </w:r>
            <w:r w:rsidR="00FD444E">
              <w:rPr>
                <w:rFonts w:ascii="Times New Roman" w:hAnsi="Times New Roman"/>
                <w:sz w:val="24"/>
                <w:szCs w:val="24"/>
              </w:rPr>
              <w:t>.Warszawa</w:t>
            </w:r>
            <w:proofErr w:type="spellEnd"/>
            <w:r w:rsidR="00FD444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FD444E">
              <w:rPr>
                <w:rFonts w:ascii="Times New Roman" w:hAnsi="Times New Roman"/>
                <w:sz w:val="24"/>
                <w:szCs w:val="24"/>
              </w:rPr>
              <w:t>PWN.</w:t>
            </w:r>
            <w:r w:rsidR="00FD444E" w:rsidRPr="003D4DF0">
              <w:rPr>
                <w:rFonts w:ascii="Times New Roman" w:hAnsi="Times New Roman"/>
                <w:sz w:val="24"/>
                <w:szCs w:val="24"/>
              </w:rPr>
              <w:t>Zary</w:t>
            </w:r>
            <w:r w:rsidR="00FD444E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="00FD444E">
              <w:rPr>
                <w:rFonts w:ascii="Times New Roman" w:hAnsi="Times New Roman"/>
                <w:sz w:val="24"/>
                <w:szCs w:val="24"/>
              </w:rPr>
              <w:t xml:space="preserve"> psychoanalizy (cz. I </w:t>
            </w:r>
            <w:proofErr w:type="spellStart"/>
            <w:r w:rsidR="00FD444E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FD444E">
              <w:rPr>
                <w:rFonts w:ascii="Times New Roman" w:hAnsi="Times New Roman"/>
                <w:sz w:val="24"/>
                <w:szCs w:val="24"/>
              </w:rPr>
              <w:t xml:space="preserve"> II), 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>s. 99-144.</w:t>
            </w:r>
          </w:p>
          <w:p w14:paraId="5B7A209F" w14:textId="77777777" w:rsidR="00513F45" w:rsidRPr="000C4C15" w:rsidRDefault="00513F45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D4DF0">
              <w:rPr>
                <w:rFonts w:ascii="Times New Roman" w:hAnsi="Times New Roman"/>
                <w:sz w:val="24"/>
                <w:szCs w:val="24"/>
              </w:rPr>
              <w:t>Bugental</w:t>
            </w:r>
            <w:proofErr w:type="spellEnd"/>
            <w:r w:rsidR="00FD444E">
              <w:rPr>
                <w:rFonts w:ascii="Times New Roman" w:hAnsi="Times New Roman"/>
                <w:sz w:val="24"/>
                <w:szCs w:val="24"/>
              </w:rPr>
              <w:t>,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 xml:space="preserve"> F. (1978)</w:t>
            </w:r>
            <w:r w:rsidR="00FD444E">
              <w:rPr>
                <w:rFonts w:ascii="Times New Roman" w:hAnsi="Times New Roman"/>
                <w:sz w:val="24"/>
                <w:szCs w:val="24"/>
              </w:rPr>
              <w:t xml:space="preserve">. W poszukiwaniu autentyczności. W: </w:t>
            </w:r>
            <w:r w:rsidRPr="003D4DF0">
              <w:rPr>
                <w:rFonts w:ascii="Times New Roman" w:hAnsi="Times New Roman"/>
                <w:sz w:val="24"/>
                <w:szCs w:val="24"/>
              </w:rPr>
              <w:t>Jankowski K., (red.)</w:t>
            </w:r>
            <w:r w:rsidR="00FD444E">
              <w:rPr>
                <w:rFonts w:ascii="Times New Roman" w:hAnsi="Times New Roman"/>
                <w:sz w:val="24"/>
                <w:szCs w:val="24"/>
              </w:rPr>
              <w:t>,</w:t>
            </w:r>
            <w:r w:rsidRPr="00FD444E">
              <w:rPr>
                <w:rFonts w:ascii="Times New Roman" w:hAnsi="Times New Roman"/>
                <w:i/>
                <w:sz w:val="24"/>
                <w:szCs w:val="24"/>
              </w:rPr>
              <w:t>Przełom w psychologii</w:t>
            </w:r>
            <w:r w:rsidR="00FD444E">
              <w:rPr>
                <w:rFonts w:ascii="Times New Roman" w:hAnsi="Times New Roman"/>
                <w:sz w:val="24"/>
                <w:szCs w:val="24"/>
              </w:rPr>
              <w:t>(</w:t>
            </w:r>
            <w:r w:rsidR="00FD444E" w:rsidRPr="003D4DF0">
              <w:rPr>
                <w:rFonts w:ascii="Times New Roman" w:hAnsi="Times New Roman"/>
                <w:sz w:val="24"/>
                <w:szCs w:val="24"/>
              </w:rPr>
              <w:t>s. 325-340</w:t>
            </w:r>
            <w:r w:rsidR="00FD444E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FD444E" w:rsidRPr="000C4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Warszawa: Wyd. </w:t>
            </w:r>
            <w:proofErr w:type="spellStart"/>
            <w:r w:rsidR="00FD444E" w:rsidRPr="000C4C15">
              <w:rPr>
                <w:rFonts w:ascii="Times New Roman" w:hAnsi="Times New Roman"/>
                <w:sz w:val="24"/>
                <w:szCs w:val="24"/>
                <w:lang w:val="en-US"/>
              </w:rPr>
              <w:t>Tezeusz</w:t>
            </w:r>
            <w:proofErr w:type="spellEnd"/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774258D6" w14:textId="77777777" w:rsidR="00FD444E" w:rsidRPr="000C4C15" w:rsidRDefault="008F70F1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>Fonagy</w:t>
            </w:r>
            <w:proofErr w:type="spellEnd"/>
            <w:r w:rsidR="00FD444E" w:rsidRPr="000C4C1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P. (2003). </w:t>
            </w:r>
            <w:proofErr w:type="spellStart"/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>Psychoanalysistoday</w:t>
            </w:r>
            <w:proofErr w:type="spellEnd"/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0C4C1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World Psychiatry,2</w:t>
            </w:r>
            <w:r w:rsidR="00FD444E" w:rsidRPr="000C4C15">
              <w:rPr>
                <w:rFonts w:ascii="Times New Roman" w:hAnsi="Times New Roman"/>
                <w:sz w:val="24"/>
                <w:szCs w:val="24"/>
                <w:lang w:val="en-US"/>
              </w:rPr>
              <w:t>(2),</w:t>
            </w:r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73-80. </w:t>
            </w:r>
          </w:p>
          <w:p w14:paraId="47570B38" w14:textId="77777777" w:rsidR="009653DC" w:rsidRPr="003D4DF0" w:rsidRDefault="00E36FA2" w:rsidP="00513F4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>Hergenhahn</w:t>
            </w:r>
            <w:proofErr w:type="spellEnd"/>
            <w:r w:rsidR="00C76211" w:rsidRPr="000C4C15">
              <w:rPr>
                <w:rFonts w:ascii="Times New Roman" w:hAnsi="Times New Roman"/>
                <w:sz w:val="24"/>
                <w:szCs w:val="24"/>
                <w:lang w:val="en-US"/>
              </w:rPr>
              <w:t>, B. , Henley, T. (20</w:t>
            </w:r>
            <w:r w:rsidRPr="000C4C15">
              <w:rPr>
                <w:rFonts w:ascii="Times New Roman" w:hAnsi="Times New Roman"/>
                <w:sz w:val="24"/>
                <w:szCs w:val="24"/>
                <w:lang w:val="en-US"/>
              </w:rPr>
              <w:t>13).</w:t>
            </w:r>
            <w:r w:rsidRPr="00FD44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 introduction to the history of psychology. 7</w:t>
            </w:r>
            <w:r w:rsidRPr="00FD444E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th</w:t>
            </w:r>
            <w:r w:rsidRPr="00FD444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edition</w:t>
            </w:r>
            <w:r w:rsidRPr="003D4D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FD444E">
              <w:rPr>
                <w:rFonts w:ascii="Times New Roman" w:hAnsi="Times New Roman"/>
                <w:sz w:val="24"/>
                <w:szCs w:val="24"/>
                <w:lang w:val="en-US"/>
              </w:rPr>
              <w:t>Wadsworth</w:t>
            </w:r>
          </w:p>
        </w:tc>
      </w:tr>
    </w:tbl>
    <w:p w14:paraId="13BE0E07" w14:textId="77777777" w:rsidR="0085747A" w:rsidRPr="003D4DF0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7D2CD0EC" w14:textId="77777777" w:rsidR="0085747A" w:rsidRPr="003D4DF0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3B57D848" w14:textId="77777777" w:rsidR="0085747A" w:rsidRPr="003D4DF0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3D4DF0">
        <w:rPr>
          <w:b w:val="0"/>
          <w:smallCaps w:val="0"/>
          <w:szCs w:val="24"/>
        </w:rPr>
        <w:t>Akceptacja Kierownika Jednostki lub osoby upoważnionej</w:t>
      </w:r>
    </w:p>
    <w:sectPr w:rsidR="0085747A" w:rsidRPr="003D4D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3EDC5" w14:textId="77777777" w:rsidR="00432FB1" w:rsidRDefault="00432FB1" w:rsidP="00C16ABF">
      <w:pPr>
        <w:spacing w:after="0" w:line="240" w:lineRule="auto"/>
      </w:pPr>
      <w:r>
        <w:separator/>
      </w:r>
    </w:p>
  </w:endnote>
  <w:endnote w:type="continuationSeparator" w:id="0">
    <w:p w14:paraId="74B74E40" w14:textId="77777777" w:rsidR="00432FB1" w:rsidRDefault="00432F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933DF" w14:textId="77777777" w:rsidR="00432FB1" w:rsidRDefault="00432FB1" w:rsidP="00C16ABF">
      <w:pPr>
        <w:spacing w:after="0" w:line="240" w:lineRule="auto"/>
      </w:pPr>
      <w:r>
        <w:separator/>
      </w:r>
    </w:p>
  </w:footnote>
  <w:footnote w:type="continuationSeparator" w:id="0">
    <w:p w14:paraId="16890D42" w14:textId="77777777" w:rsidR="00432FB1" w:rsidRDefault="00432FB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D53733"/>
    <w:multiLevelType w:val="multilevel"/>
    <w:tmpl w:val="AA9A7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391032"/>
    <w:multiLevelType w:val="hybridMultilevel"/>
    <w:tmpl w:val="C2C22A5A"/>
    <w:lvl w:ilvl="0" w:tplc="D7A44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057D3"/>
    <w:multiLevelType w:val="hybridMultilevel"/>
    <w:tmpl w:val="A8068166"/>
    <w:lvl w:ilvl="0" w:tplc="2C3686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77A86"/>
    <w:multiLevelType w:val="hybridMultilevel"/>
    <w:tmpl w:val="A94C4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829453">
    <w:abstractNumId w:val="0"/>
  </w:num>
  <w:num w:numId="2" w16cid:durableId="1596745213">
    <w:abstractNumId w:val="3"/>
  </w:num>
  <w:num w:numId="3" w16cid:durableId="1316834073">
    <w:abstractNumId w:val="1"/>
  </w:num>
  <w:num w:numId="4" w16cid:durableId="59981855">
    <w:abstractNumId w:val="2"/>
  </w:num>
  <w:num w:numId="5" w16cid:durableId="70899043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BCD"/>
    <w:rsid w:val="000077B4"/>
    <w:rsid w:val="000126CA"/>
    <w:rsid w:val="000153B2"/>
    <w:rsid w:val="00015B8F"/>
    <w:rsid w:val="00022ECE"/>
    <w:rsid w:val="00042A51"/>
    <w:rsid w:val="00042D2E"/>
    <w:rsid w:val="00042F4F"/>
    <w:rsid w:val="00044C82"/>
    <w:rsid w:val="0006130A"/>
    <w:rsid w:val="0007012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CDC"/>
    <w:rsid w:val="000B28EE"/>
    <w:rsid w:val="000B3E37"/>
    <w:rsid w:val="000C1585"/>
    <w:rsid w:val="000C4C15"/>
    <w:rsid w:val="000D04B0"/>
    <w:rsid w:val="000E70F6"/>
    <w:rsid w:val="000F1C57"/>
    <w:rsid w:val="000F351D"/>
    <w:rsid w:val="000F5615"/>
    <w:rsid w:val="00120362"/>
    <w:rsid w:val="00124BFF"/>
    <w:rsid w:val="0012560E"/>
    <w:rsid w:val="00127108"/>
    <w:rsid w:val="00134B13"/>
    <w:rsid w:val="00146BC0"/>
    <w:rsid w:val="00153C41"/>
    <w:rsid w:val="00154381"/>
    <w:rsid w:val="001611D6"/>
    <w:rsid w:val="001640A7"/>
    <w:rsid w:val="00164FA7"/>
    <w:rsid w:val="00166A03"/>
    <w:rsid w:val="001718A7"/>
    <w:rsid w:val="001737CF"/>
    <w:rsid w:val="00176083"/>
    <w:rsid w:val="001849FC"/>
    <w:rsid w:val="00192F37"/>
    <w:rsid w:val="001930CE"/>
    <w:rsid w:val="001A70D2"/>
    <w:rsid w:val="001D3261"/>
    <w:rsid w:val="001D657B"/>
    <w:rsid w:val="001D7B54"/>
    <w:rsid w:val="001E0209"/>
    <w:rsid w:val="001F042B"/>
    <w:rsid w:val="001F2CA2"/>
    <w:rsid w:val="002144C0"/>
    <w:rsid w:val="00214AF0"/>
    <w:rsid w:val="0022477D"/>
    <w:rsid w:val="002278A9"/>
    <w:rsid w:val="002336F9"/>
    <w:rsid w:val="00235EBB"/>
    <w:rsid w:val="00237704"/>
    <w:rsid w:val="002377FD"/>
    <w:rsid w:val="0024028F"/>
    <w:rsid w:val="002406B7"/>
    <w:rsid w:val="00244ABC"/>
    <w:rsid w:val="0025090C"/>
    <w:rsid w:val="002568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B9A"/>
    <w:rsid w:val="002B72BB"/>
    <w:rsid w:val="002C1F06"/>
    <w:rsid w:val="002D3375"/>
    <w:rsid w:val="002D5C3D"/>
    <w:rsid w:val="002D73D4"/>
    <w:rsid w:val="002F02A3"/>
    <w:rsid w:val="002F125F"/>
    <w:rsid w:val="002F4ABE"/>
    <w:rsid w:val="002F73EE"/>
    <w:rsid w:val="003018BA"/>
    <w:rsid w:val="0030395F"/>
    <w:rsid w:val="0030549A"/>
    <w:rsid w:val="00305C92"/>
    <w:rsid w:val="003070F6"/>
    <w:rsid w:val="003151C5"/>
    <w:rsid w:val="00327FD9"/>
    <w:rsid w:val="00334017"/>
    <w:rsid w:val="003343CF"/>
    <w:rsid w:val="00346FE9"/>
    <w:rsid w:val="0034759A"/>
    <w:rsid w:val="003503F6"/>
    <w:rsid w:val="003530DD"/>
    <w:rsid w:val="00363F78"/>
    <w:rsid w:val="003679B1"/>
    <w:rsid w:val="00370CB8"/>
    <w:rsid w:val="00370DFC"/>
    <w:rsid w:val="00374792"/>
    <w:rsid w:val="00377FB6"/>
    <w:rsid w:val="003A0A5B"/>
    <w:rsid w:val="003A1176"/>
    <w:rsid w:val="003C0BAE"/>
    <w:rsid w:val="003D18A9"/>
    <w:rsid w:val="003D2550"/>
    <w:rsid w:val="003D4DF0"/>
    <w:rsid w:val="003D6CE2"/>
    <w:rsid w:val="003E1941"/>
    <w:rsid w:val="003E2FE6"/>
    <w:rsid w:val="003E49D5"/>
    <w:rsid w:val="003F205D"/>
    <w:rsid w:val="003F38C0"/>
    <w:rsid w:val="003F5454"/>
    <w:rsid w:val="003F5BBD"/>
    <w:rsid w:val="00402210"/>
    <w:rsid w:val="004058D2"/>
    <w:rsid w:val="00414E3C"/>
    <w:rsid w:val="0042244A"/>
    <w:rsid w:val="00424A00"/>
    <w:rsid w:val="0042745A"/>
    <w:rsid w:val="00431D5C"/>
    <w:rsid w:val="00432FB1"/>
    <w:rsid w:val="00433DB9"/>
    <w:rsid w:val="004362C6"/>
    <w:rsid w:val="00437D9D"/>
    <w:rsid w:val="00437FA2"/>
    <w:rsid w:val="00445970"/>
    <w:rsid w:val="00461EFC"/>
    <w:rsid w:val="00464315"/>
    <w:rsid w:val="004652C2"/>
    <w:rsid w:val="00467CD5"/>
    <w:rsid w:val="004706D1"/>
    <w:rsid w:val="00471326"/>
    <w:rsid w:val="00471EBB"/>
    <w:rsid w:val="0047598D"/>
    <w:rsid w:val="004840FD"/>
    <w:rsid w:val="00490F7D"/>
    <w:rsid w:val="00491678"/>
    <w:rsid w:val="004968E2"/>
    <w:rsid w:val="004A3EEA"/>
    <w:rsid w:val="004A4D1F"/>
    <w:rsid w:val="004D5282"/>
    <w:rsid w:val="004E63E0"/>
    <w:rsid w:val="004F1551"/>
    <w:rsid w:val="004F55A3"/>
    <w:rsid w:val="0050496F"/>
    <w:rsid w:val="00510B4E"/>
    <w:rsid w:val="00513B6F"/>
    <w:rsid w:val="00513F45"/>
    <w:rsid w:val="00517C63"/>
    <w:rsid w:val="00521CF5"/>
    <w:rsid w:val="005363C4"/>
    <w:rsid w:val="00536BDE"/>
    <w:rsid w:val="00543ACC"/>
    <w:rsid w:val="0056696D"/>
    <w:rsid w:val="0059484D"/>
    <w:rsid w:val="00597BE3"/>
    <w:rsid w:val="005A0855"/>
    <w:rsid w:val="005A133C"/>
    <w:rsid w:val="005A3196"/>
    <w:rsid w:val="005B20E3"/>
    <w:rsid w:val="005C080F"/>
    <w:rsid w:val="005C55E5"/>
    <w:rsid w:val="005C696A"/>
    <w:rsid w:val="005D27AC"/>
    <w:rsid w:val="005D4B3C"/>
    <w:rsid w:val="005D765B"/>
    <w:rsid w:val="005E6E85"/>
    <w:rsid w:val="005F31D2"/>
    <w:rsid w:val="00604924"/>
    <w:rsid w:val="0061029B"/>
    <w:rsid w:val="00617230"/>
    <w:rsid w:val="00621CE1"/>
    <w:rsid w:val="00627FC9"/>
    <w:rsid w:val="00632796"/>
    <w:rsid w:val="00647FA8"/>
    <w:rsid w:val="00650C5F"/>
    <w:rsid w:val="00654934"/>
    <w:rsid w:val="006620D9"/>
    <w:rsid w:val="00671958"/>
    <w:rsid w:val="00675843"/>
    <w:rsid w:val="00696477"/>
    <w:rsid w:val="0069717A"/>
    <w:rsid w:val="006C3EBB"/>
    <w:rsid w:val="006D050F"/>
    <w:rsid w:val="006D6139"/>
    <w:rsid w:val="006E5D65"/>
    <w:rsid w:val="006F1282"/>
    <w:rsid w:val="006F1FBC"/>
    <w:rsid w:val="006F2DB3"/>
    <w:rsid w:val="006F31E2"/>
    <w:rsid w:val="00703432"/>
    <w:rsid w:val="00706544"/>
    <w:rsid w:val="007072BA"/>
    <w:rsid w:val="0071620A"/>
    <w:rsid w:val="00720464"/>
    <w:rsid w:val="00722690"/>
    <w:rsid w:val="00724677"/>
    <w:rsid w:val="00725459"/>
    <w:rsid w:val="007327BD"/>
    <w:rsid w:val="00734608"/>
    <w:rsid w:val="007367D4"/>
    <w:rsid w:val="00745302"/>
    <w:rsid w:val="007461D6"/>
    <w:rsid w:val="00746EC8"/>
    <w:rsid w:val="00747444"/>
    <w:rsid w:val="00763BF1"/>
    <w:rsid w:val="00766FD4"/>
    <w:rsid w:val="0078168C"/>
    <w:rsid w:val="00787C2A"/>
    <w:rsid w:val="00790E27"/>
    <w:rsid w:val="007A4022"/>
    <w:rsid w:val="007A4CDC"/>
    <w:rsid w:val="007A6E6E"/>
    <w:rsid w:val="007B171D"/>
    <w:rsid w:val="007C3299"/>
    <w:rsid w:val="007C3BCC"/>
    <w:rsid w:val="007C4546"/>
    <w:rsid w:val="007D6E56"/>
    <w:rsid w:val="007E3BCD"/>
    <w:rsid w:val="007E4A6A"/>
    <w:rsid w:val="007E697E"/>
    <w:rsid w:val="007E7627"/>
    <w:rsid w:val="007F4155"/>
    <w:rsid w:val="0081554D"/>
    <w:rsid w:val="0081707E"/>
    <w:rsid w:val="00825EDD"/>
    <w:rsid w:val="008449B3"/>
    <w:rsid w:val="00847CEE"/>
    <w:rsid w:val="008552A2"/>
    <w:rsid w:val="00855D9F"/>
    <w:rsid w:val="0085747A"/>
    <w:rsid w:val="008732E0"/>
    <w:rsid w:val="00884922"/>
    <w:rsid w:val="00885F64"/>
    <w:rsid w:val="0088712F"/>
    <w:rsid w:val="008875D2"/>
    <w:rsid w:val="008917F9"/>
    <w:rsid w:val="008A28B1"/>
    <w:rsid w:val="008A45F7"/>
    <w:rsid w:val="008A54F5"/>
    <w:rsid w:val="008C0CC0"/>
    <w:rsid w:val="008C19A9"/>
    <w:rsid w:val="008C379D"/>
    <w:rsid w:val="008C430E"/>
    <w:rsid w:val="008C5147"/>
    <w:rsid w:val="008C5359"/>
    <w:rsid w:val="008C5363"/>
    <w:rsid w:val="008C7441"/>
    <w:rsid w:val="008D3DFB"/>
    <w:rsid w:val="008E64F4"/>
    <w:rsid w:val="008F12C9"/>
    <w:rsid w:val="008F6E29"/>
    <w:rsid w:val="008F70F1"/>
    <w:rsid w:val="00916188"/>
    <w:rsid w:val="00923D7D"/>
    <w:rsid w:val="009242DC"/>
    <w:rsid w:val="009255D9"/>
    <w:rsid w:val="0092562F"/>
    <w:rsid w:val="009508DF"/>
    <w:rsid w:val="00950DAC"/>
    <w:rsid w:val="00954A07"/>
    <w:rsid w:val="00963811"/>
    <w:rsid w:val="009653DC"/>
    <w:rsid w:val="00966746"/>
    <w:rsid w:val="00976989"/>
    <w:rsid w:val="009829E4"/>
    <w:rsid w:val="00997F14"/>
    <w:rsid w:val="009A78D9"/>
    <w:rsid w:val="009B55F0"/>
    <w:rsid w:val="009C3E31"/>
    <w:rsid w:val="009C54AE"/>
    <w:rsid w:val="009C788E"/>
    <w:rsid w:val="009D2E2F"/>
    <w:rsid w:val="009D3F3B"/>
    <w:rsid w:val="009E0543"/>
    <w:rsid w:val="009E3B41"/>
    <w:rsid w:val="009E7123"/>
    <w:rsid w:val="009F3C5C"/>
    <w:rsid w:val="009F4610"/>
    <w:rsid w:val="00A00ECC"/>
    <w:rsid w:val="00A07C26"/>
    <w:rsid w:val="00A155EE"/>
    <w:rsid w:val="00A21DC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74B"/>
    <w:rsid w:val="00AB053C"/>
    <w:rsid w:val="00AB4578"/>
    <w:rsid w:val="00AD1146"/>
    <w:rsid w:val="00AD27D3"/>
    <w:rsid w:val="00AD2EA0"/>
    <w:rsid w:val="00AD66D6"/>
    <w:rsid w:val="00AE1160"/>
    <w:rsid w:val="00AE203C"/>
    <w:rsid w:val="00AE2E74"/>
    <w:rsid w:val="00AE5FCB"/>
    <w:rsid w:val="00AE6973"/>
    <w:rsid w:val="00AF2C1E"/>
    <w:rsid w:val="00B06142"/>
    <w:rsid w:val="00B06732"/>
    <w:rsid w:val="00B135B1"/>
    <w:rsid w:val="00B3130B"/>
    <w:rsid w:val="00B35BF7"/>
    <w:rsid w:val="00B40ADB"/>
    <w:rsid w:val="00B43B77"/>
    <w:rsid w:val="00B43E80"/>
    <w:rsid w:val="00B44484"/>
    <w:rsid w:val="00B47BC2"/>
    <w:rsid w:val="00B607DB"/>
    <w:rsid w:val="00B66529"/>
    <w:rsid w:val="00B75946"/>
    <w:rsid w:val="00B8056E"/>
    <w:rsid w:val="00B819C8"/>
    <w:rsid w:val="00B82308"/>
    <w:rsid w:val="00B86DF8"/>
    <w:rsid w:val="00B90885"/>
    <w:rsid w:val="00B95B7C"/>
    <w:rsid w:val="00BB1AFB"/>
    <w:rsid w:val="00BB520A"/>
    <w:rsid w:val="00BD3869"/>
    <w:rsid w:val="00BD66E9"/>
    <w:rsid w:val="00BD6FF4"/>
    <w:rsid w:val="00BE11DD"/>
    <w:rsid w:val="00BE50B0"/>
    <w:rsid w:val="00BF2C41"/>
    <w:rsid w:val="00C058B4"/>
    <w:rsid w:val="00C05AFB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0A"/>
    <w:rsid w:val="00C76211"/>
    <w:rsid w:val="00C766DF"/>
    <w:rsid w:val="00C94B98"/>
    <w:rsid w:val="00CA027B"/>
    <w:rsid w:val="00CA2B96"/>
    <w:rsid w:val="00CA2DAF"/>
    <w:rsid w:val="00CA5089"/>
    <w:rsid w:val="00CA56E5"/>
    <w:rsid w:val="00CB1FFB"/>
    <w:rsid w:val="00CD6897"/>
    <w:rsid w:val="00CE2575"/>
    <w:rsid w:val="00CE3E60"/>
    <w:rsid w:val="00CE5BAC"/>
    <w:rsid w:val="00CF25BE"/>
    <w:rsid w:val="00CF78ED"/>
    <w:rsid w:val="00D00655"/>
    <w:rsid w:val="00D02B25"/>
    <w:rsid w:val="00D02EBA"/>
    <w:rsid w:val="00D109F9"/>
    <w:rsid w:val="00D16E0A"/>
    <w:rsid w:val="00D17C3C"/>
    <w:rsid w:val="00D26B2C"/>
    <w:rsid w:val="00D352C9"/>
    <w:rsid w:val="00D425B2"/>
    <w:rsid w:val="00D428D6"/>
    <w:rsid w:val="00D4376C"/>
    <w:rsid w:val="00D50043"/>
    <w:rsid w:val="00D552B2"/>
    <w:rsid w:val="00D6081E"/>
    <w:rsid w:val="00D608D1"/>
    <w:rsid w:val="00D74119"/>
    <w:rsid w:val="00D8075B"/>
    <w:rsid w:val="00D8160F"/>
    <w:rsid w:val="00D8678B"/>
    <w:rsid w:val="00DA2114"/>
    <w:rsid w:val="00DE09C0"/>
    <w:rsid w:val="00DE4A14"/>
    <w:rsid w:val="00DF320D"/>
    <w:rsid w:val="00DF44EF"/>
    <w:rsid w:val="00DF71C8"/>
    <w:rsid w:val="00E07C59"/>
    <w:rsid w:val="00E129B8"/>
    <w:rsid w:val="00E21E7D"/>
    <w:rsid w:val="00E22FBC"/>
    <w:rsid w:val="00E23F2C"/>
    <w:rsid w:val="00E24BF5"/>
    <w:rsid w:val="00E25338"/>
    <w:rsid w:val="00E36FA2"/>
    <w:rsid w:val="00E51E44"/>
    <w:rsid w:val="00E56353"/>
    <w:rsid w:val="00E5658A"/>
    <w:rsid w:val="00E631C2"/>
    <w:rsid w:val="00E63348"/>
    <w:rsid w:val="00E64A16"/>
    <w:rsid w:val="00E70297"/>
    <w:rsid w:val="00E731B2"/>
    <w:rsid w:val="00E742AA"/>
    <w:rsid w:val="00E77E88"/>
    <w:rsid w:val="00E8107D"/>
    <w:rsid w:val="00E86CD1"/>
    <w:rsid w:val="00E92352"/>
    <w:rsid w:val="00E93505"/>
    <w:rsid w:val="00E960BB"/>
    <w:rsid w:val="00EA2074"/>
    <w:rsid w:val="00EA4832"/>
    <w:rsid w:val="00EA4E9D"/>
    <w:rsid w:val="00EA770B"/>
    <w:rsid w:val="00EC4899"/>
    <w:rsid w:val="00ED03AB"/>
    <w:rsid w:val="00ED32D2"/>
    <w:rsid w:val="00EE32DE"/>
    <w:rsid w:val="00EE5457"/>
    <w:rsid w:val="00EF6843"/>
    <w:rsid w:val="00F070AB"/>
    <w:rsid w:val="00F17567"/>
    <w:rsid w:val="00F27A7B"/>
    <w:rsid w:val="00F36449"/>
    <w:rsid w:val="00F424B7"/>
    <w:rsid w:val="00F526AF"/>
    <w:rsid w:val="00F560FF"/>
    <w:rsid w:val="00F617C3"/>
    <w:rsid w:val="00F618D6"/>
    <w:rsid w:val="00F65569"/>
    <w:rsid w:val="00F66327"/>
    <w:rsid w:val="00F7066B"/>
    <w:rsid w:val="00F80230"/>
    <w:rsid w:val="00F819FA"/>
    <w:rsid w:val="00F83B28"/>
    <w:rsid w:val="00F974DA"/>
    <w:rsid w:val="00F97876"/>
    <w:rsid w:val="00FA201B"/>
    <w:rsid w:val="00FA3003"/>
    <w:rsid w:val="00FA46E5"/>
    <w:rsid w:val="00FB44D5"/>
    <w:rsid w:val="00FB7DBA"/>
    <w:rsid w:val="00FC1C25"/>
    <w:rsid w:val="00FC3F45"/>
    <w:rsid w:val="00FD1BB4"/>
    <w:rsid w:val="00FD444E"/>
    <w:rsid w:val="00FD503F"/>
    <w:rsid w:val="00FD7589"/>
    <w:rsid w:val="00FE2E3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AC5D"/>
  <w15:docId w15:val="{3117BBF6-F09F-40EB-A933-D65D972B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D500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0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HTML-cytat">
    <w:name w:val="HTML Cite"/>
    <w:basedOn w:val="Domylnaczcionkaakapitu"/>
    <w:uiPriority w:val="99"/>
    <w:semiHidden/>
    <w:unhideWhenUsed/>
    <w:rsid w:val="009653DC"/>
    <w:rPr>
      <w:i/>
      <w:iCs/>
    </w:rPr>
  </w:style>
  <w:style w:type="character" w:styleId="Uwydatnienie">
    <w:name w:val="Emphasis"/>
    <w:basedOn w:val="Domylnaczcionkaakapitu"/>
    <w:uiPriority w:val="20"/>
    <w:qFormat/>
    <w:rsid w:val="003D255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50043"/>
    <w:rPr>
      <w:rFonts w:eastAsia="Times New Roman"/>
      <w:b/>
      <w:bCs/>
      <w:kern w:val="36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73E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126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370CB8"/>
  </w:style>
  <w:style w:type="character" w:customStyle="1" w:styleId="ff2">
    <w:name w:val="ff2"/>
    <w:basedOn w:val="Domylnaczcionkaakapitu"/>
    <w:rsid w:val="00AE6973"/>
  </w:style>
  <w:style w:type="character" w:customStyle="1" w:styleId="a">
    <w:name w:val="_"/>
    <w:basedOn w:val="Domylnaczcionkaakapitu"/>
    <w:rsid w:val="00AE6973"/>
  </w:style>
  <w:style w:type="character" w:customStyle="1" w:styleId="fs1">
    <w:name w:val="fs1"/>
    <w:basedOn w:val="Domylnaczcionkaakapitu"/>
    <w:rsid w:val="00AE697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BC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7BC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6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6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62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6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62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8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9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0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0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59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8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9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69F43-6D2A-4C43-B287-BCE503C1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3</cp:revision>
  <cp:lastPrinted>2022-11-18T10:33:00Z</cp:lastPrinted>
  <dcterms:created xsi:type="dcterms:W3CDTF">2023-01-25T12:38:00Z</dcterms:created>
  <dcterms:modified xsi:type="dcterms:W3CDTF">2023-06-01T09:02:00Z</dcterms:modified>
</cp:coreProperties>
</file>